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7D1C" w:rsidRPr="00C426FC" w:rsidRDefault="00E77D1C" w:rsidP="00C426FC">
      <w:pPr>
        <w:rPr>
          <w:rFonts w:cs="Arial"/>
          <w:szCs w:val="22"/>
        </w:rPr>
      </w:pPr>
    </w:p>
    <w:sectPr w:rsidR="00E77D1C" w:rsidRPr="00C426FC" w:rsidSect="00595B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2552" w:left="1701" w:header="1418" w:footer="24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55A30" w:rsidRDefault="00155A30" w:rsidP="00EE5DA6">
      <w:r>
        <w:separator/>
      </w:r>
    </w:p>
    <w:p w:rsidR="00155A30" w:rsidRDefault="00155A30"/>
  </w:endnote>
  <w:endnote w:type="continuationSeparator" w:id="0">
    <w:p w:rsidR="00155A30" w:rsidRDefault="00155A30" w:rsidP="00EE5DA6">
      <w:r>
        <w:continuationSeparator/>
      </w:r>
    </w:p>
    <w:p w:rsidR="00155A30" w:rsidRDefault="00155A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837AE" w:rsidRDefault="00B837AE">
    <w:pPr>
      <w:pStyle w:val="Fuzeile"/>
    </w:pPr>
  </w:p>
  <w:p w:rsidR="00F13BCB" w:rsidRDefault="00F13BC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4455" w:rsidRPr="00C426FC" w:rsidRDefault="00EF4455" w:rsidP="00C426FC">
    <w:pPr>
      <w:pStyle w:val="Fuzeile"/>
      <w:spacing w:before="0"/>
      <w:rPr>
        <w:rFonts w:ascii="Arial" w:hAnsi="Arial" w:cs="Arial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5DA6" w:rsidRPr="00EB1888" w:rsidRDefault="00F76879" w:rsidP="00A65964">
    <w:pPr>
      <w:pStyle w:val="TBibl"/>
      <w:contextualSpacing/>
      <w:jc w:val="center"/>
      <w:rPr>
        <w:color w:val="000066"/>
        <w:sz w:val="14"/>
        <w:szCs w:val="14"/>
      </w:rPr>
    </w:pPr>
    <w:r w:rsidRPr="00EB1888">
      <w:rPr>
        <w:noProof/>
        <w:color w:val="000066"/>
        <w:sz w:val="14"/>
        <w:szCs w:val="14"/>
      </w:rPr>
      <mc:AlternateContent>
        <mc:Choice Requires="wps">
          <w:drawing>
            <wp:anchor distT="144145" distB="0" distL="114300" distR="114300" simplePos="0" relativeHeight="251655680" behindDoc="0" locked="1" layoutInCell="1" allowOverlap="1" wp14:anchorId="481D49AB" wp14:editId="269FF6DF">
              <wp:simplePos x="0" y="0"/>
              <wp:positionH relativeFrom="column">
                <wp:posOffset>0</wp:posOffset>
              </wp:positionH>
              <wp:positionV relativeFrom="paragraph">
                <wp:posOffset>-46990</wp:posOffset>
              </wp:positionV>
              <wp:extent cx="5400040" cy="0"/>
              <wp:effectExtent l="0" t="0" r="0" b="0"/>
              <wp:wrapTopAndBottom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4000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4C787B" id="Line 1" o:spid="_x0000_s1026" style="position:absolute;z-index:251655680;visibility:visible;mso-wrap-style:square;mso-width-percent:0;mso-height-percent:0;mso-wrap-distance-left:9pt;mso-wrap-distance-top:11.35pt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3.7pt" to="425.2pt,-3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" strokecolor="#006">
              <o:lock v:ext="edit" shapetype="f"/>
              <w10:wrap type="topAndBottom"/>
              <w10:anchorlock/>
            </v:line>
          </w:pict>
        </mc:Fallback>
      </mc:AlternateContent>
    </w:r>
    <w:r w:rsidR="00A65964" w:rsidRPr="00EB1888">
      <w:rPr>
        <w:color w:val="000066"/>
        <w:sz w:val="14"/>
        <w:szCs w:val="14"/>
      </w:rPr>
      <w:t>http</w:t>
    </w:r>
    <w:r w:rsidR="005C4BA3">
      <w:rPr>
        <w:color w:val="000066"/>
        <w:sz w:val="14"/>
        <w:szCs w:val="14"/>
      </w:rPr>
      <w:t>s</w:t>
    </w:r>
    <w:r w:rsidR="00A65964" w:rsidRPr="00EB1888">
      <w:rPr>
        <w:color w:val="000066"/>
        <w:sz w:val="14"/>
        <w:szCs w:val="14"/>
      </w:rPr>
      <w:t>://www.trans-kom.eu/bd**nr**/trans-kom_**_**_**_Autor_Titel.20******.pdf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55A30" w:rsidRDefault="00155A30">
      <w:r>
        <w:separator/>
      </w:r>
    </w:p>
  </w:footnote>
  <w:footnote w:type="continuationSeparator" w:id="0">
    <w:p w:rsidR="00155A30" w:rsidRDefault="00155A30" w:rsidP="00EE5DA6">
      <w:r>
        <w:continuationSeparator/>
      </w:r>
    </w:p>
    <w:p w:rsidR="00155A30" w:rsidRDefault="00155A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837AE" w:rsidRDefault="00B837AE">
    <w:pPr>
      <w:pStyle w:val="Kopfzeile"/>
    </w:pPr>
  </w:p>
  <w:p w:rsidR="00F13BCB" w:rsidRDefault="00F13BC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5DA6" w:rsidRPr="00A0082E" w:rsidRDefault="00EE5DA6" w:rsidP="00EE5DA6">
    <w:pPr>
      <w:pStyle w:val="TKopfzeile"/>
      <w:rPr>
        <w:color w:val="000066"/>
      </w:rPr>
    </w:pPr>
    <w:r>
      <w:t>***Autor***</w:t>
    </w:r>
    <w:r w:rsidRPr="00A0082E">
      <w:tab/>
    </w:r>
    <w:r w:rsidRPr="00A0082E">
      <w:rPr>
        <w:b/>
        <w:color w:val="000066"/>
      </w:rPr>
      <w:t xml:space="preserve">trans-kom </w:t>
    </w:r>
    <w:r w:rsidR="00DB6E99">
      <w:rPr>
        <w:b/>
        <w:color w:val="000066"/>
      </w:rPr>
      <w:t>*</w:t>
    </w:r>
    <w:r>
      <w:rPr>
        <w:b/>
        <w:color w:val="000066"/>
      </w:rPr>
      <w:t>*</w:t>
    </w:r>
    <w:r>
      <w:rPr>
        <w:color w:val="000066"/>
      </w:rPr>
      <w:t xml:space="preserve"> [*</w:t>
    </w:r>
    <w:r w:rsidRPr="00A0082E">
      <w:rPr>
        <w:color w:val="000066"/>
      </w:rPr>
      <w:t>] (20</w:t>
    </w:r>
    <w:r w:rsidR="00DB6E99">
      <w:rPr>
        <w:color w:val="000066"/>
      </w:rPr>
      <w:t>2</w:t>
    </w:r>
    <w:r>
      <w:rPr>
        <w:color w:val="000066"/>
      </w:rPr>
      <w:t>*</w:t>
    </w:r>
    <w:r w:rsidRPr="00A0082E">
      <w:rPr>
        <w:color w:val="000066"/>
      </w:rPr>
      <w:t xml:space="preserve">): </w:t>
    </w:r>
    <w:r>
      <w:rPr>
        <w:color w:val="000066"/>
      </w:rPr>
      <w:t>***</w:t>
    </w:r>
    <w:r w:rsidR="00EB1888">
      <w:rPr>
        <w:color w:val="000066"/>
      </w:rPr>
      <w:t>–</w:t>
    </w:r>
    <w:r>
      <w:rPr>
        <w:color w:val="000066"/>
      </w:rPr>
      <w:t>***</w:t>
    </w:r>
  </w:p>
  <w:p w:rsidR="00EE5DA6" w:rsidRPr="00A0082E" w:rsidRDefault="00EE5DA6" w:rsidP="00EE5DA6">
    <w:pPr>
      <w:pStyle w:val="TKopfzeile"/>
    </w:pPr>
    <w:r>
      <w:rPr>
        <w:i/>
        <w:color w:val="000000"/>
      </w:rPr>
      <w:t>***Titel***</w:t>
    </w:r>
    <w:r w:rsidRPr="00A0082E">
      <w:rPr>
        <w:color w:val="000066"/>
      </w:rPr>
      <w:tab/>
      <w:t xml:space="preserve">Seite </w:t>
    </w:r>
    <w:r w:rsidR="00917A4D" w:rsidRPr="00A0082E">
      <w:rPr>
        <w:rStyle w:val="Seitenzahl"/>
        <w:color w:val="000066"/>
      </w:rPr>
      <w:fldChar w:fldCharType="begin"/>
    </w:r>
    <w:r w:rsidRPr="00A0082E">
      <w:rPr>
        <w:rStyle w:val="Seitenzahl"/>
        <w:color w:val="000066"/>
      </w:rPr>
      <w:instrText xml:space="preserve"> PAGE </w:instrText>
    </w:r>
    <w:r w:rsidR="00917A4D" w:rsidRPr="00A0082E">
      <w:rPr>
        <w:rStyle w:val="Seitenzahl"/>
        <w:color w:val="000066"/>
      </w:rPr>
      <w:fldChar w:fldCharType="separate"/>
    </w:r>
    <w:r w:rsidR="001C71BC">
      <w:rPr>
        <w:rStyle w:val="Seitenzahl"/>
        <w:noProof/>
        <w:color w:val="000066"/>
      </w:rPr>
      <w:t>2</w:t>
    </w:r>
    <w:r w:rsidR="00917A4D" w:rsidRPr="00A0082E">
      <w:rPr>
        <w:rStyle w:val="Seitenzahl"/>
        <w:color w:val="000066"/>
      </w:rPr>
      <w:fldChar w:fldCharType="end"/>
    </w:r>
  </w:p>
  <w:p w:rsidR="00EE5DA6" w:rsidRPr="00EE5DA6" w:rsidRDefault="00EE5DA6" w:rsidP="00EE5DA6">
    <w:pPr>
      <w:pStyle w:val="Kopfzeile"/>
      <w:jc w:val="left"/>
      <w:rPr>
        <w:i/>
      </w:rPr>
    </w:pPr>
    <w:r w:rsidRPr="00EE5DA6">
      <w:rPr>
        <w:i/>
      </w:rPr>
      <w:t>***Titel***</w:t>
    </w:r>
  </w:p>
  <w:p w:rsidR="00EE5DA6" w:rsidRPr="00975B8C" w:rsidRDefault="00EE5DA6" w:rsidP="00EE5DA6">
    <w:pPr>
      <w:pStyle w:val="Kopfzeile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65964" w:rsidRPr="00D625DD" w:rsidRDefault="00F76879" w:rsidP="00A65964">
    <w:pPr>
      <w:tabs>
        <w:tab w:val="center" w:pos="3742"/>
        <w:tab w:val="right" w:pos="8505"/>
      </w:tabs>
      <w:rPr>
        <w:color w:val="000066"/>
        <w:szCs w:val="20"/>
        <w:lang w:val="sv-SE"/>
      </w:rPr>
    </w:pPr>
    <w:r>
      <w:rPr>
        <w:noProof/>
        <w:color w:val="000066"/>
        <w:szCs w:val="20"/>
      </w:rPr>
      <mc:AlternateContent>
        <mc:Choice Requires="wps">
          <w:drawing>
            <wp:anchor distT="144145" distB="0" distL="114300" distR="114300" simplePos="0" relativeHeight="251659776" behindDoc="1" locked="1" layoutInCell="1" allowOverlap="1" wp14:anchorId="065158A9" wp14:editId="79C2FAD2">
              <wp:simplePos x="0" y="0"/>
              <wp:positionH relativeFrom="column">
                <wp:posOffset>635</wp:posOffset>
              </wp:positionH>
              <wp:positionV relativeFrom="paragraph">
                <wp:posOffset>367665</wp:posOffset>
              </wp:positionV>
              <wp:extent cx="540000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400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31AB37" id="Line 2" o:spid="_x0000_s1026" style="position:absolute;z-index:-251656704;visibility:visible;mso-wrap-style:square;mso-width-percent:0;mso-height-percent:0;mso-wrap-distance-left:9pt;mso-wrap-distance-top:11.35pt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28.95pt" to="425.25pt,28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" strokecolor="#006">
              <o:lock v:ext="edit" shapetype="f"/>
              <w10:anchorlock/>
            </v:line>
          </w:pict>
        </mc:Fallback>
      </mc:AlternateContent>
    </w:r>
    <w:r w:rsidR="00A65964" w:rsidRPr="00D625DD">
      <w:rPr>
        <w:noProof/>
        <w:color w:val="000066"/>
        <w:szCs w:val="20"/>
        <w:lang w:val="sv-SE"/>
      </w:rPr>
      <w:t>trans-kom</w:t>
    </w:r>
    <w:r w:rsidR="00A65964" w:rsidRPr="00D625DD">
      <w:rPr>
        <w:color w:val="000066"/>
        <w:szCs w:val="20"/>
        <w:lang w:val="sv-SE"/>
      </w:rPr>
      <w:t xml:space="preserve"> </w:t>
    </w:r>
    <w:r w:rsidR="00A65964" w:rsidRPr="00D625DD">
      <w:rPr>
        <w:color w:val="000066"/>
        <w:szCs w:val="20"/>
        <w:lang w:val="sv-SE"/>
      </w:rPr>
      <w:tab/>
      <w:t xml:space="preserve">ISSN </w:t>
    </w:r>
    <w:r w:rsidR="00A65964" w:rsidRPr="00D625DD">
      <w:rPr>
        <w:bCs/>
        <w:color w:val="000066"/>
        <w:lang w:val="sv-SE"/>
      </w:rPr>
      <w:t>1867-4844</w:t>
    </w:r>
    <w:r w:rsidR="00A65964" w:rsidRPr="00D625DD">
      <w:rPr>
        <w:color w:val="000066"/>
        <w:szCs w:val="20"/>
        <w:lang w:val="sv-SE"/>
      </w:rPr>
      <w:tab/>
      <w:t>http</w:t>
    </w:r>
    <w:r w:rsidR="00EF4455">
      <w:rPr>
        <w:color w:val="000066"/>
        <w:szCs w:val="20"/>
        <w:lang w:val="sv-SE"/>
      </w:rPr>
      <w:t>s</w:t>
    </w:r>
    <w:r w:rsidR="00A65964" w:rsidRPr="00D625DD">
      <w:rPr>
        <w:color w:val="000066"/>
        <w:szCs w:val="20"/>
        <w:lang w:val="sv-SE"/>
      </w:rPr>
      <w:t>://www.trans-kom.eu</w:t>
    </w:r>
  </w:p>
  <w:p w:rsidR="00A65964" w:rsidRPr="00597F9D" w:rsidRDefault="00A65964" w:rsidP="00A65964">
    <w:pPr>
      <w:pStyle w:val="FlieTahoma"/>
      <w:tabs>
        <w:tab w:val="right" w:pos="8505"/>
      </w:tabs>
      <w:rPr>
        <w:spacing w:val="8"/>
        <w:sz w:val="20"/>
        <w:szCs w:val="20"/>
      </w:rPr>
    </w:pPr>
    <w:r w:rsidRPr="00597F9D">
      <w:rPr>
        <w:spacing w:val="8"/>
        <w:w w:val="107"/>
        <w:sz w:val="20"/>
        <w:szCs w:val="20"/>
      </w:rPr>
      <w:t>trans-kom</w:t>
    </w:r>
    <w:r w:rsidRPr="00597F9D">
      <w:rPr>
        <w:spacing w:val="8"/>
        <w:sz w:val="20"/>
        <w:szCs w:val="20"/>
      </w:rPr>
      <w:t xml:space="preserve"> ist eine wissenschaftliche Zeitschrift für Translation und Fachkommunikation.</w:t>
    </w:r>
  </w:p>
  <w:p w:rsidR="00A65964" w:rsidRDefault="00A65964" w:rsidP="00EE5DA6">
    <w:pPr>
      <w:pStyle w:val="Kopfzeile"/>
      <w:jc w:val="right"/>
      <w:rPr>
        <w:rFonts w:cs="Tahoma"/>
        <w:b/>
        <w:color w:val="000066"/>
      </w:rPr>
    </w:pPr>
  </w:p>
  <w:p w:rsidR="00EE5DA6" w:rsidRPr="00F453FD" w:rsidRDefault="00EE5DA6" w:rsidP="00EE5DA6">
    <w:pPr>
      <w:pStyle w:val="Kopfzeile"/>
      <w:jc w:val="right"/>
      <w:rPr>
        <w:rFonts w:cs="Tahoma"/>
        <w:color w:val="000066"/>
      </w:rPr>
    </w:pPr>
    <w:r w:rsidRPr="00F453FD">
      <w:rPr>
        <w:rFonts w:cs="Tahoma"/>
        <w:b/>
        <w:color w:val="000066"/>
      </w:rPr>
      <w:t xml:space="preserve">trans-kom </w:t>
    </w:r>
    <w:r w:rsidR="00B85409">
      <w:rPr>
        <w:rFonts w:cs="Tahoma"/>
        <w:b/>
        <w:color w:val="000066"/>
      </w:rPr>
      <w:t>*</w:t>
    </w:r>
    <w:r>
      <w:rPr>
        <w:rFonts w:cs="Tahoma"/>
        <w:b/>
        <w:color w:val="000066"/>
      </w:rPr>
      <w:t>*</w:t>
    </w:r>
    <w:r>
      <w:rPr>
        <w:rFonts w:cs="Tahoma"/>
        <w:color w:val="000066"/>
      </w:rPr>
      <w:t xml:space="preserve"> [*] (20</w:t>
    </w:r>
    <w:r w:rsidR="00EB1888">
      <w:rPr>
        <w:rFonts w:cs="Tahoma"/>
        <w:color w:val="000066"/>
      </w:rPr>
      <w:t>2</w:t>
    </w:r>
    <w:r>
      <w:rPr>
        <w:rFonts w:cs="Tahoma"/>
        <w:color w:val="000066"/>
      </w:rPr>
      <w:t>*</w:t>
    </w:r>
    <w:r w:rsidRPr="00F453FD">
      <w:rPr>
        <w:rFonts w:cs="Tahoma"/>
        <w:color w:val="000066"/>
      </w:rPr>
      <w:t xml:space="preserve">): </w:t>
    </w:r>
    <w:r>
      <w:rPr>
        <w:rFonts w:cs="Tahoma"/>
        <w:color w:val="000066"/>
      </w:rPr>
      <w:t>***</w:t>
    </w:r>
    <w:r w:rsidR="00EB1888">
      <w:rPr>
        <w:rFonts w:cs="Tahoma"/>
        <w:color w:val="000066"/>
      </w:rPr>
      <w:t>–</w:t>
    </w:r>
    <w:r>
      <w:rPr>
        <w:rFonts w:cs="Tahoma"/>
        <w:color w:val="000066"/>
      </w:rPr>
      <w:t>***</w:t>
    </w:r>
  </w:p>
  <w:p w:rsidR="00EE5DA6" w:rsidRPr="00F453FD" w:rsidRDefault="00EE5DA6" w:rsidP="00EE5DA6">
    <w:pPr>
      <w:pStyle w:val="Kopfzeile"/>
      <w:jc w:val="right"/>
      <w:rPr>
        <w:rStyle w:val="Seitenzahl"/>
        <w:rFonts w:cs="Tahoma"/>
        <w:color w:val="000066"/>
      </w:rPr>
    </w:pPr>
    <w:r w:rsidRPr="00F453FD">
      <w:rPr>
        <w:rFonts w:cs="Tahoma"/>
        <w:color w:val="000066"/>
      </w:rPr>
      <w:t xml:space="preserve">Seite </w:t>
    </w:r>
    <w:r w:rsidR="00917A4D" w:rsidRPr="00F453FD">
      <w:rPr>
        <w:rStyle w:val="Seitenzahl"/>
        <w:rFonts w:cs="Tahoma"/>
        <w:color w:val="000066"/>
      </w:rPr>
      <w:fldChar w:fldCharType="begin"/>
    </w:r>
    <w:r w:rsidRPr="00F453FD">
      <w:rPr>
        <w:rStyle w:val="Seitenzahl"/>
        <w:rFonts w:cs="Tahoma"/>
        <w:color w:val="000066"/>
      </w:rPr>
      <w:instrText xml:space="preserve"> PAGE </w:instrText>
    </w:r>
    <w:r w:rsidR="00917A4D" w:rsidRPr="00F453FD">
      <w:rPr>
        <w:rStyle w:val="Seitenzahl"/>
        <w:rFonts w:cs="Tahoma"/>
        <w:color w:val="000066"/>
      </w:rPr>
      <w:fldChar w:fldCharType="separate"/>
    </w:r>
    <w:r w:rsidR="001C71BC">
      <w:rPr>
        <w:rStyle w:val="Seitenzahl"/>
        <w:rFonts w:cs="Tahoma"/>
        <w:noProof/>
        <w:color w:val="000066"/>
      </w:rPr>
      <w:t>1</w:t>
    </w:r>
    <w:r w:rsidR="00917A4D" w:rsidRPr="00F453FD">
      <w:rPr>
        <w:rStyle w:val="Seitenzahl"/>
        <w:rFonts w:cs="Tahoma"/>
        <w:color w:val="000066"/>
      </w:rPr>
      <w:fldChar w:fldCharType="end"/>
    </w:r>
  </w:p>
  <w:p w:rsidR="00EE5DA6" w:rsidRPr="00F453FD" w:rsidRDefault="00EE5DA6" w:rsidP="00EE5DA6">
    <w:pPr>
      <w:pStyle w:val="Kopfzeile"/>
      <w:jc w:val="right"/>
      <w:rPr>
        <w:rFonts w:cs="Tahoma"/>
      </w:rPr>
    </w:pPr>
    <w:r w:rsidRPr="00F453FD">
      <w:rPr>
        <w:rFonts w:cs="Tahoma"/>
      </w:rPr>
      <w:tab/>
    </w:r>
  </w:p>
  <w:p w:rsidR="00F13BCB" w:rsidRDefault="00F13BC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58F076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6AC6D0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7D4C7F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7E640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C70A835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4FC45E9"/>
    <w:multiLevelType w:val="hybridMultilevel"/>
    <w:tmpl w:val="C6180F86"/>
    <w:lvl w:ilvl="0" w:tplc="8A8A5C5C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C46198"/>
    <w:multiLevelType w:val="hybridMultilevel"/>
    <w:tmpl w:val="C454523C"/>
    <w:lvl w:ilvl="0" w:tplc="73783C8C">
      <w:start w:val="1"/>
      <w:numFmt w:val="bullet"/>
      <w:pStyle w:val="TAufzPunkt"/>
      <w:lvlText w:val="•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CF1590"/>
    <w:multiLevelType w:val="hybridMultilevel"/>
    <w:tmpl w:val="89FE6A88"/>
    <w:lvl w:ilvl="0" w:tplc="96D044B6">
      <w:start w:val="1"/>
      <w:numFmt w:val="bullet"/>
      <w:lvlText w:val="•"/>
      <w:lvlJc w:val="left"/>
      <w:pPr>
        <w:tabs>
          <w:tab w:val="num" w:pos="397"/>
        </w:tabs>
        <w:ind w:left="397" w:hanging="397"/>
      </w:pPr>
      <w:rPr>
        <w:rFonts w:ascii="Garamond" w:hAnsi="Garamond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1C06CA"/>
    <w:multiLevelType w:val="hybridMultilevel"/>
    <w:tmpl w:val="1D524692"/>
    <w:lvl w:ilvl="0" w:tplc="DF9273B4">
      <w:start w:val="1"/>
      <w:numFmt w:val="decimal"/>
      <w:lvlText w:val="%1."/>
      <w:lvlJc w:val="left"/>
      <w:pPr>
        <w:ind w:left="530" w:hanging="360"/>
      </w:p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70AB25DA"/>
    <w:multiLevelType w:val="multilevel"/>
    <w:tmpl w:val="B6F0C95E"/>
    <w:lvl w:ilvl="0">
      <w:start w:val="1"/>
      <w:numFmt w:val="decimal"/>
      <w:pStyle w:val="TAufz2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hint="default"/>
        <w:b/>
        <w:bCs w:val="0"/>
        <w:i w:val="0"/>
        <w:iCs w:val="0"/>
        <w:spacing w:val="0"/>
        <w:w w:val="100"/>
        <w:position w:val="0"/>
        <w:sz w:val="22"/>
        <w:szCs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624"/>
        </w:tabs>
        <w:ind w:left="624" w:hanging="624"/>
      </w:pPr>
      <w:rPr>
        <w:rFonts w:hint="default"/>
        <w:b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75591828"/>
    <w:multiLevelType w:val="multilevel"/>
    <w:tmpl w:val="DE5E39CE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lang w:val="en-GB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6"/>
        </w:tabs>
        <w:ind w:left="766" w:hanging="62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7A37B0C"/>
    <w:multiLevelType w:val="hybridMultilevel"/>
    <w:tmpl w:val="9AB6B566"/>
    <w:lvl w:ilvl="0" w:tplc="63C636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00EEC"/>
    <w:multiLevelType w:val="hybridMultilevel"/>
    <w:tmpl w:val="393E5F14"/>
    <w:lvl w:ilvl="0" w:tplc="FDE2510E">
      <w:start w:val="1"/>
      <w:numFmt w:val="bullet"/>
      <w:lvlText w:val="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1946334">
    <w:abstractNumId w:val="2"/>
  </w:num>
  <w:num w:numId="2" w16cid:durableId="1654916198">
    <w:abstractNumId w:val="7"/>
  </w:num>
  <w:num w:numId="3" w16cid:durableId="643703757">
    <w:abstractNumId w:val="5"/>
  </w:num>
  <w:num w:numId="4" w16cid:durableId="595747045">
    <w:abstractNumId w:val="11"/>
  </w:num>
  <w:num w:numId="5" w16cid:durableId="1375546700">
    <w:abstractNumId w:val="10"/>
  </w:num>
  <w:num w:numId="6" w16cid:durableId="449130341">
    <w:abstractNumId w:val="9"/>
  </w:num>
  <w:num w:numId="7" w16cid:durableId="1018509601">
    <w:abstractNumId w:val="10"/>
  </w:num>
  <w:num w:numId="8" w16cid:durableId="1132094322">
    <w:abstractNumId w:val="9"/>
  </w:num>
  <w:num w:numId="9" w16cid:durableId="1288197091">
    <w:abstractNumId w:val="9"/>
  </w:num>
  <w:num w:numId="10" w16cid:durableId="346718023">
    <w:abstractNumId w:val="10"/>
  </w:num>
  <w:num w:numId="11" w16cid:durableId="1460293910">
    <w:abstractNumId w:val="9"/>
  </w:num>
  <w:num w:numId="12" w16cid:durableId="1619752898">
    <w:abstractNumId w:val="9"/>
  </w:num>
  <w:num w:numId="13" w16cid:durableId="1876195540">
    <w:abstractNumId w:val="10"/>
  </w:num>
  <w:num w:numId="14" w16cid:durableId="724375466">
    <w:abstractNumId w:val="9"/>
  </w:num>
  <w:num w:numId="15" w16cid:durableId="1046029268">
    <w:abstractNumId w:val="10"/>
  </w:num>
  <w:num w:numId="16" w16cid:durableId="281350276">
    <w:abstractNumId w:val="10"/>
  </w:num>
  <w:num w:numId="17" w16cid:durableId="1792357851">
    <w:abstractNumId w:val="10"/>
  </w:num>
  <w:num w:numId="18" w16cid:durableId="1541747669">
    <w:abstractNumId w:val="10"/>
  </w:num>
  <w:num w:numId="19" w16cid:durableId="1607539491">
    <w:abstractNumId w:val="7"/>
  </w:num>
  <w:num w:numId="20" w16cid:durableId="1179080118">
    <w:abstractNumId w:val="7"/>
  </w:num>
  <w:num w:numId="21" w16cid:durableId="960265970">
    <w:abstractNumId w:val="10"/>
  </w:num>
  <w:num w:numId="22" w16cid:durableId="1991784775">
    <w:abstractNumId w:val="10"/>
  </w:num>
  <w:num w:numId="23" w16cid:durableId="713771518">
    <w:abstractNumId w:val="10"/>
  </w:num>
  <w:num w:numId="24" w16cid:durableId="512761826">
    <w:abstractNumId w:val="10"/>
  </w:num>
  <w:num w:numId="25" w16cid:durableId="251741937">
    <w:abstractNumId w:val="10"/>
  </w:num>
  <w:num w:numId="26" w16cid:durableId="716054823">
    <w:abstractNumId w:val="10"/>
  </w:num>
  <w:num w:numId="27" w16cid:durableId="147551854">
    <w:abstractNumId w:val="9"/>
  </w:num>
  <w:num w:numId="28" w16cid:durableId="180241013">
    <w:abstractNumId w:val="9"/>
  </w:num>
  <w:num w:numId="29" w16cid:durableId="827214823">
    <w:abstractNumId w:val="8"/>
  </w:num>
  <w:num w:numId="30" w16cid:durableId="72313983">
    <w:abstractNumId w:val="4"/>
  </w:num>
  <w:num w:numId="31" w16cid:durableId="1808401270">
    <w:abstractNumId w:val="3"/>
  </w:num>
  <w:num w:numId="32" w16cid:durableId="898782460">
    <w:abstractNumId w:val="1"/>
  </w:num>
  <w:num w:numId="33" w16cid:durableId="1967808485">
    <w:abstractNumId w:val="0"/>
  </w:num>
  <w:num w:numId="34" w16cid:durableId="1416635209">
    <w:abstractNumId w:val="12"/>
  </w:num>
  <w:num w:numId="35" w16cid:durableId="869949980">
    <w:abstractNumId w:val="12"/>
  </w:num>
  <w:num w:numId="36" w16cid:durableId="344862986">
    <w:abstractNumId w:val="12"/>
  </w:num>
  <w:num w:numId="37" w16cid:durableId="1940065962">
    <w:abstractNumId w:val="10"/>
  </w:num>
  <w:num w:numId="38" w16cid:durableId="1303193951">
    <w:abstractNumId w:val="10"/>
  </w:num>
  <w:num w:numId="39" w16cid:durableId="2097826022">
    <w:abstractNumId w:val="10"/>
  </w:num>
  <w:num w:numId="40" w16cid:durableId="480930278">
    <w:abstractNumId w:val="9"/>
  </w:num>
  <w:num w:numId="41" w16cid:durableId="1139609137">
    <w:abstractNumId w:val="9"/>
  </w:num>
  <w:num w:numId="42" w16cid:durableId="488324335">
    <w:abstractNumId w:val="9"/>
  </w:num>
  <w:num w:numId="43" w16cid:durableId="801727016">
    <w:abstractNumId w:val="10"/>
  </w:num>
  <w:num w:numId="44" w16cid:durableId="1797026073">
    <w:abstractNumId w:val="10"/>
  </w:num>
  <w:num w:numId="45" w16cid:durableId="1084453334">
    <w:abstractNumId w:val="10"/>
  </w:num>
  <w:num w:numId="46" w16cid:durableId="681393857">
    <w:abstractNumId w:val="6"/>
  </w:num>
  <w:num w:numId="47" w16cid:durableId="1402212989">
    <w:abstractNumId w:val="10"/>
  </w:num>
  <w:num w:numId="48" w16cid:durableId="649360968">
    <w:abstractNumId w:val="10"/>
  </w:num>
  <w:num w:numId="49" w16cid:durableId="1306087947">
    <w:abstractNumId w:val="10"/>
  </w:num>
  <w:num w:numId="50" w16cid:durableId="1602182359">
    <w:abstractNumId w:val="10"/>
  </w:num>
  <w:num w:numId="51" w16cid:durableId="100152172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attachedTemplate r:id="rId1"/>
  <w:stylePaneFormatFilter w:val="3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1" w:visibleStyles="0" w:alternateStyleNames="0"/>
  <w:stylePaneSortMethod w:val="00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0A9"/>
    <w:rsid w:val="00001F1D"/>
    <w:rsid w:val="00003682"/>
    <w:rsid w:val="00003B64"/>
    <w:rsid w:val="0000427D"/>
    <w:rsid w:val="0000798C"/>
    <w:rsid w:val="0001196E"/>
    <w:rsid w:val="0001256C"/>
    <w:rsid w:val="000136AC"/>
    <w:rsid w:val="000139BA"/>
    <w:rsid w:val="00015E50"/>
    <w:rsid w:val="00016237"/>
    <w:rsid w:val="00017EF7"/>
    <w:rsid w:val="00017F83"/>
    <w:rsid w:val="00020557"/>
    <w:rsid w:val="000222D9"/>
    <w:rsid w:val="0002378F"/>
    <w:rsid w:val="00024994"/>
    <w:rsid w:val="000259B8"/>
    <w:rsid w:val="0002725F"/>
    <w:rsid w:val="00027D22"/>
    <w:rsid w:val="00031D2A"/>
    <w:rsid w:val="00031EBF"/>
    <w:rsid w:val="00035EB8"/>
    <w:rsid w:val="00037D7D"/>
    <w:rsid w:val="00042427"/>
    <w:rsid w:val="000508ED"/>
    <w:rsid w:val="000535CD"/>
    <w:rsid w:val="000535CF"/>
    <w:rsid w:val="00053693"/>
    <w:rsid w:val="00054DA8"/>
    <w:rsid w:val="0006226A"/>
    <w:rsid w:val="00064A8F"/>
    <w:rsid w:val="00065786"/>
    <w:rsid w:val="00067D0E"/>
    <w:rsid w:val="00070125"/>
    <w:rsid w:val="00071CBA"/>
    <w:rsid w:val="00072D02"/>
    <w:rsid w:val="00073082"/>
    <w:rsid w:val="00076008"/>
    <w:rsid w:val="0008153F"/>
    <w:rsid w:val="0008264F"/>
    <w:rsid w:val="000834B1"/>
    <w:rsid w:val="00084164"/>
    <w:rsid w:val="00084888"/>
    <w:rsid w:val="00087155"/>
    <w:rsid w:val="000876B3"/>
    <w:rsid w:val="00094B3F"/>
    <w:rsid w:val="000953BD"/>
    <w:rsid w:val="00096415"/>
    <w:rsid w:val="00097852"/>
    <w:rsid w:val="000A6204"/>
    <w:rsid w:val="000A670D"/>
    <w:rsid w:val="000A70C2"/>
    <w:rsid w:val="000A7973"/>
    <w:rsid w:val="000B107A"/>
    <w:rsid w:val="000B3188"/>
    <w:rsid w:val="000B4BFA"/>
    <w:rsid w:val="000B5F5A"/>
    <w:rsid w:val="000B7B0F"/>
    <w:rsid w:val="000C3536"/>
    <w:rsid w:val="000C3C64"/>
    <w:rsid w:val="000C5DDE"/>
    <w:rsid w:val="000D124D"/>
    <w:rsid w:val="000D3BA6"/>
    <w:rsid w:val="000D4793"/>
    <w:rsid w:val="000D4955"/>
    <w:rsid w:val="000D4C05"/>
    <w:rsid w:val="000D53F0"/>
    <w:rsid w:val="000D6389"/>
    <w:rsid w:val="000D66C8"/>
    <w:rsid w:val="000D6723"/>
    <w:rsid w:val="000D7C75"/>
    <w:rsid w:val="000D7F90"/>
    <w:rsid w:val="000E0E18"/>
    <w:rsid w:val="000E58FB"/>
    <w:rsid w:val="000F19A8"/>
    <w:rsid w:val="000F2B01"/>
    <w:rsid w:val="000F3350"/>
    <w:rsid w:val="000F375F"/>
    <w:rsid w:val="000F3A63"/>
    <w:rsid w:val="000F5436"/>
    <w:rsid w:val="000F5D57"/>
    <w:rsid w:val="000F6E6F"/>
    <w:rsid w:val="000F7462"/>
    <w:rsid w:val="00100DFD"/>
    <w:rsid w:val="00103456"/>
    <w:rsid w:val="00103BEA"/>
    <w:rsid w:val="001050FF"/>
    <w:rsid w:val="00106166"/>
    <w:rsid w:val="0010704B"/>
    <w:rsid w:val="001149F2"/>
    <w:rsid w:val="00116370"/>
    <w:rsid w:val="00117F71"/>
    <w:rsid w:val="00122C4A"/>
    <w:rsid w:val="0012330B"/>
    <w:rsid w:val="001242EF"/>
    <w:rsid w:val="001247C3"/>
    <w:rsid w:val="001251A3"/>
    <w:rsid w:val="001274DF"/>
    <w:rsid w:val="001304F6"/>
    <w:rsid w:val="00131E1C"/>
    <w:rsid w:val="001328FC"/>
    <w:rsid w:val="001336AE"/>
    <w:rsid w:val="00134BAA"/>
    <w:rsid w:val="001371BF"/>
    <w:rsid w:val="00137889"/>
    <w:rsid w:val="00140C8D"/>
    <w:rsid w:val="00143EAA"/>
    <w:rsid w:val="001447AC"/>
    <w:rsid w:val="001461F0"/>
    <w:rsid w:val="001462B4"/>
    <w:rsid w:val="001464C9"/>
    <w:rsid w:val="00146A90"/>
    <w:rsid w:val="001551CE"/>
    <w:rsid w:val="00155A30"/>
    <w:rsid w:val="00160B41"/>
    <w:rsid w:val="00162C58"/>
    <w:rsid w:val="001634F6"/>
    <w:rsid w:val="001669E1"/>
    <w:rsid w:val="00167A60"/>
    <w:rsid w:val="00171435"/>
    <w:rsid w:val="001727EF"/>
    <w:rsid w:val="00173727"/>
    <w:rsid w:val="001756A3"/>
    <w:rsid w:val="001814A8"/>
    <w:rsid w:val="0018415B"/>
    <w:rsid w:val="00184603"/>
    <w:rsid w:val="001869DC"/>
    <w:rsid w:val="0018793C"/>
    <w:rsid w:val="00187962"/>
    <w:rsid w:val="00187DE4"/>
    <w:rsid w:val="00190184"/>
    <w:rsid w:val="00190737"/>
    <w:rsid w:val="001931D8"/>
    <w:rsid w:val="0019382E"/>
    <w:rsid w:val="0019470E"/>
    <w:rsid w:val="001A1C79"/>
    <w:rsid w:val="001A2968"/>
    <w:rsid w:val="001A3EFE"/>
    <w:rsid w:val="001B1920"/>
    <w:rsid w:val="001B444C"/>
    <w:rsid w:val="001B5D2E"/>
    <w:rsid w:val="001B66CC"/>
    <w:rsid w:val="001B6DFE"/>
    <w:rsid w:val="001B7DCB"/>
    <w:rsid w:val="001C068D"/>
    <w:rsid w:val="001C09A3"/>
    <w:rsid w:val="001C0DAC"/>
    <w:rsid w:val="001C13C4"/>
    <w:rsid w:val="001C1636"/>
    <w:rsid w:val="001C25F5"/>
    <w:rsid w:val="001C2E57"/>
    <w:rsid w:val="001C6800"/>
    <w:rsid w:val="001C71BC"/>
    <w:rsid w:val="001D0446"/>
    <w:rsid w:val="001D2C9F"/>
    <w:rsid w:val="001D3647"/>
    <w:rsid w:val="001D3B41"/>
    <w:rsid w:val="001D4854"/>
    <w:rsid w:val="001D72ED"/>
    <w:rsid w:val="001E3B47"/>
    <w:rsid w:val="001F0481"/>
    <w:rsid w:val="001F061E"/>
    <w:rsid w:val="001F27EE"/>
    <w:rsid w:val="001F3C73"/>
    <w:rsid w:val="001F4564"/>
    <w:rsid w:val="002039DA"/>
    <w:rsid w:val="00207D07"/>
    <w:rsid w:val="00211E5B"/>
    <w:rsid w:val="002144D9"/>
    <w:rsid w:val="002203C9"/>
    <w:rsid w:val="002222DB"/>
    <w:rsid w:val="0022302B"/>
    <w:rsid w:val="00223665"/>
    <w:rsid w:val="00224660"/>
    <w:rsid w:val="00225F8A"/>
    <w:rsid w:val="00231377"/>
    <w:rsid w:val="0023154C"/>
    <w:rsid w:val="00231C2A"/>
    <w:rsid w:val="00232EBC"/>
    <w:rsid w:val="002343C7"/>
    <w:rsid w:val="00234658"/>
    <w:rsid w:val="0024066A"/>
    <w:rsid w:val="0024101A"/>
    <w:rsid w:val="002437B5"/>
    <w:rsid w:val="00244B5E"/>
    <w:rsid w:val="0024506D"/>
    <w:rsid w:val="002575D3"/>
    <w:rsid w:val="00260041"/>
    <w:rsid w:val="00260682"/>
    <w:rsid w:val="0026109A"/>
    <w:rsid w:val="00263235"/>
    <w:rsid w:val="00264423"/>
    <w:rsid w:val="0026492F"/>
    <w:rsid w:val="002655B2"/>
    <w:rsid w:val="00265E21"/>
    <w:rsid w:val="00267927"/>
    <w:rsid w:val="00271C56"/>
    <w:rsid w:val="00273C2C"/>
    <w:rsid w:val="002748F0"/>
    <w:rsid w:val="002752EB"/>
    <w:rsid w:val="00275711"/>
    <w:rsid w:val="00276223"/>
    <w:rsid w:val="0027629B"/>
    <w:rsid w:val="00276898"/>
    <w:rsid w:val="00280204"/>
    <w:rsid w:val="002812C1"/>
    <w:rsid w:val="0028159D"/>
    <w:rsid w:val="002902BD"/>
    <w:rsid w:val="00292439"/>
    <w:rsid w:val="00292C4F"/>
    <w:rsid w:val="00293133"/>
    <w:rsid w:val="00294681"/>
    <w:rsid w:val="00296216"/>
    <w:rsid w:val="00296D5B"/>
    <w:rsid w:val="002A4B4E"/>
    <w:rsid w:val="002A684A"/>
    <w:rsid w:val="002A7075"/>
    <w:rsid w:val="002A77AA"/>
    <w:rsid w:val="002A7EC7"/>
    <w:rsid w:val="002B0438"/>
    <w:rsid w:val="002B18CC"/>
    <w:rsid w:val="002B51E1"/>
    <w:rsid w:val="002B6A80"/>
    <w:rsid w:val="002C5EF7"/>
    <w:rsid w:val="002C61FD"/>
    <w:rsid w:val="002C70F2"/>
    <w:rsid w:val="002C7789"/>
    <w:rsid w:val="002D015F"/>
    <w:rsid w:val="002D120A"/>
    <w:rsid w:val="002D1717"/>
    <w:rsid w:val="002D2192"/>
    <w:rsid w:val="002D2FF0"/>
    <w:rsid w:val="002D41FC"/>
    <w:rsid w:val="002D4EE9"/>
    <w:rsid w:val="002D5040"/>
    <w:rsid w:val="002D66E8"/>
    <w:rsid w:val="002D6894"/>
    <w:rsid w:val="002D6BC8"/>
    <w:rsid w:val="002E299F"/>
    <w:rsid w:val="002E2ABE"/>
    <w:rsid w:val="002E5AE0"/>
    <w:rsid w:val="002F0C8E"/>
    <w:rsid w:val="002F1A93"/>
    <w:rsid w:val="002F1B2D"/>
    <w:rsid w:val="002F4855"/>
    <w:rsid w:val="002F563D"/>
    <w:rsid w:val="002F6098"/>
    <w:rsid w:val="002F6DED"/>
    <w:rsid w:val="00300023"/>
    <w:rsid w:val="00300297"/>
    <w:rsid w:val="003004F6"/>
    <w:rsid w:val="003021EF"/>
    <w:rsid w:val="003022D8"/>
    <w:rsid w:val="003041CE"/>
    <w:rsid w:val="00304698"/>
    <w:rsid w:val="00304A65"/>
    <w:rsid w:val="003059F0"/>
    <w:rsid w:val="00307539"/>
    <w:rsid w:val="00310EC6"/>
    <w:rsid w:val="00311601"/>
    <w:rsid w:val="0031174A"/>
    <w:rsid w:val="00311A32"/>
    <w:rsid w:val="0031454B"/>
    <w:rsid w:val="003158AF"/>
    <w:rsid w:val="00316746"/>
    <w:rsid w:val="00317100"/>
    <w:rsid w:val="00317F68"/>
    <w:rsid w:val="00321DB3"/>
    <w:rsid w:val="0032330D"/>
    <w:rsid w:val="00323E28"/>
    <w:rsid w:val="00325F6C"/>
    <w:rsid w:val="003270CA"/>
    <w:rsid w:val="003319AD"/>
    <w:rsid w:val="00332DDD"/>
    <w:rsid w:val="003412C1"/>
    <w:rsid w:val="00342881"/>
    <w:rsid w:val="00342E7E"/>
    <w:rsid w:val="00346569"/>
    <w:rsid w:val="00346574"/>
    <w:rsid w:val="003466B9"/>
    <w:rsid w:val="0035127C"/>
    <w:rsid w:val="00353467"/>
    <w:rsid w:val="00353827"/>
    <w:rsid w:val="00356764"/>
    <w:rsid w:val="00357861"/>
    <w:rsid w:val="00367006"/>
    <w:rsid w:val="00370406"/>
    <w:rsid w:val="0037046E"/>
    <w:rsid w:val="003721CE"/>
    <w:rsid w:val="0037666E"/>
    <w:rsid w:val="003805D8"/>
    <w:rsid w:val="003812A1"/>
    <w:rsid w:val="00383589"/>
    <w:rsid w:val="003904E6"/>
    <w:rsid w:val="00391205"/>
    <w:rsid w:val="00391259"/>
    <w:rsid w:val="0039408F"/>
    <w:rsid w:val="00394137"/>
    <w:rsid w:val="00394D39"/>
    <w:rsid w:val="00397F59"/>
    <w:rsid w:val="003A212E"/>
    <w:rsid w:val="003A4CFA"/>
    <w:rsid w:val="003A5E71"/>
    <w:rsid w:val="003A7BFF"/>
    <w:rsid w:val="003B01D0"/>
    <w:rsid w:val="003B0B5E"/>
    <w:rsid w:val="003B0C24"/>
    <w:rsid w:val="003B14FA"/>
    <w:rsid w:val="003B1A5F"/>
    <w:rsid w:val="003B4D18"/>
    <w:rsid w:val="003B4FF2"/>
    <w:rsid w:val="003B5F05"/>
    <w:rsid w:val="003B7CB8"/>
    <w:rsid w:val="003C13BB"/>
    <w:rsid w:val="003C2044"/>
    <w:rsid w:val="003C6A38"/>
    <w:rsid w:val="003C6E36"/>
    <w:rsid w:val="003D0D7B"/>
    <w:rsid w:val="003D114B"/>
    <w:rsid w:val="003D1B7F"/>
    <w:rsid w:val="003D41BA"/>
    <w:rsid w:val="003D49F8"/>
    <w:rsid w:val="003D4A8C"/>
    <w:rsid w:val="003D76A3"/>
    <w:rsid w:val="003E41D6"/>
    <w:rsid w:val="003E4C89"/>
    <w:rsid w:val="003E5190"/>
    <w:rsid w:val="003E55C6"/>
    <w:rsid w:val="003E670A"/>
    <w:rsid w:val="003E7662"/>
    <w:rsid w:val="003E7D52"/>
    <w:rsid w:val="003F095B"/>
    <w:rsid w:val="003F1CE7"/>
    <w:rsid w:val="003F6CCC"/>
    <w:rsid w:val="00401D3C"/>
    <w:rsid w:val="0040309B"/>
    <w:rsid w:val="004045D7"/>
    <w:rsid w:val="00404FFB"/>
    <w:rsid w:val="00407457"/>
    <w:rsid w:val="00412361"/>
    <w:rsid w:val="00412DF5"/>
    <w:rsid w:val="004135DD"/>
    <w:rsid w:val="004140A9"/>
    <w:rsid w:val="004140D4"/>
    <w:rsid w:val="0041532E"/>
    <w:rsid w:val="00417780"/>
    <w:rsid w:val="004239D7"/>
    <w:rsid w:val="00424E1B"/>
    <w:rsid w:val="0042671D"/>
    <w:rsid w:val="00426F52"/>
    <w:rsid w:val="00441529"/>
    <w:rsid w:val="004424C7"/>
    <w:rsid w:val="00443101"/>
    <w:rsid w:val="00443D67"/>
    <w:rsid w:val="00452D87"/>
    <w:rsid w:val="00453DEE"/>
    <w:rsid w:val="0045450A"/>
    <w:rsid w:val="004551CA"/>
    <w:rsid w:val="00456857"/>
    <w:rsid w:val="00456AE4"/>
    <w:rsid w:val="00457A88"/>
    <w:rsid w:val="004720FC"/>
    <w:rsid w:val="00473527"/>
    <w:rsid w:val="004748F5"/>
    <w:rsid w:val="00474FA7"/>
    <w:rsid w:val="004757A7"/>
    <w:rsid w:val="00475F50"/>
    <w:rsid w:val="0047684D"/>
    <w:rsid w:val="0047729E"/>
    <w:rsid w:val="004822AD"/>
    <w:rsid w:val="004836F4"/>
    <w:rsid w:val="00484A91"/>
    <w:rsid w:val="00485140"/>
    <w:rsid w:val="00485402"/>
    <w:rsid w:val="00485D00"/>
    <w:rsid w:val="00485D11"/>
    <w:rsid w:val="004906CC"/>
    <w:rsid w:val="00491D51"/>
    <w:rsid w:val="004A18C9"/>
    <w:rsid w:val="004A530D"/>
    <w:rsid w:val="004B20BB"/>
    <w:rsid w:val="004B20EB"/>
    <w:rsid w:val="004B428B"/>
    <w:rsid w:val="004C156E"/>
    <w:rsid w:val="004C29BB"/>
    <w:rsid w:val="004C6B2C"/>
    <w:rsid w:val="004C7007"/>
    <w:rsid w:val="004C775F"/>
    <w:rsid w:val="004C7886"/>
    <w:rsid w:val="004D0B54"/>
    <w:rsid w:val="004E28AB"/>
    <w:rsid w:val="004E2B06"/>
    <w:rsid w:val="004E4A01"/>
    <w:rsid w:val="004E58AC"/>
    <w:rsid w:val="004F1204"/>
    <w:rsid w:val="005017C3"/>
    <w:rsid w:val="0050403F"/>
    <w:rsid w:val="00505047"/>
    <w:rsid w:val="00505C38"/>
    <w:rsid w:val="00510BD3"/>
    <w:rsid w:val="00511C7C"/>
    <w:rsid w:val="0051353B"/>
    <w:rsid w:val="00514E62"/>
    <w:rsid w:val="00515EC8"/>
    <w:rsid w:val="00517B2C"/>
    <w:rsid w:val="00517D30"/>
    <w:rsid w:val="00521A58"/>
    <w:rsid w:val="00521ED7"/>
    <w:rsid w:val="00525183"/>
    <w:rsid w:val="00526589"/>
    <w:rsid w:val="00530CF0"/>
    <w:rsid w:val="00531D25"/>
    <w:rsid w:val="00532AB6"/>
    <w:rsid w:val="0053399E"/>
    <w:rsid w:val="00536417"/>
    <w:rsid w:val="00536419"/>
    <w:rsid w:val="0053713E"/>
    <w:rsid w:val="00542769"/>
    <w:rsid w:val="00543F06"/>
    <w:rsid w:val="00544DBD"/>
    <w:rsid w:val="00546964"/>
    <w:rsid w:val="00547404"/>
    <w:rsid w:val="00547B44"/>
    <w:rsid w:val="00551734"/>
    <w:rsid w:val="00552418"/>
    <w:rsid w:val="00552D15"/>
    <w:rsid w:val="00560039"/>
    <w:rsid w:val="00564224"/>
    <w:rsid w:val="00567469"/>
    <w:rsid w:val="00570274"/>
    <w:rsid w:val="005715EE"/>
    <w:rsid w:val="0057309B"/>
    <w:rsid w:val="005738C9"/>
    <w:rsid w:val="0057631F"/>
    <w:rsid w:val="00576756"/>
    <w:rsid w:val="0057751A"/>
    <w:rsid w:val="0057787A"/>
    <w:rsid w:val="00581D38"/>
    <w:rsid w:val="005829C8"/>
    <w:rsid w:val="00584E82"/>
    <w:rsid w:val="0058581F"/>
    <w:rsid w:val="005864C8"/>
    <w:rsid w:val="00587EB7"/>
    <w:rsid w:val="0059079A"/>
    <w:rsid w:val="00592075"/>
    <w:rsid w:val="00594E98"/>
    <w:rsid w:val="00595BCD"/>
    <w:rsid w:val="00596E40"/>
    <w:rsid w:val="005970F4"/>
    <w:rsid w:val="005A0F5F"/>
    <w:rsid w:val="005A1AB3"/>
    <w:rsid w:val="005A2385"/>
    <w:rsid w:val="005A27BD"/>
    <w:rsid w:val="005A2843"/>
    <w:rsid w:val="005A5DB2"/>
    <w:rsid w:val="005A739F"/>
    <w:rsid w:val="005B0FF7"/>
    <w:rsid w:val="005B2A48"/>
    <w:rsid w:val="005B2D2E"/>
    <w:rsid w:val="005B682F"/>
    <w:rsid w:val="005C1EDF"/>
    <w:rsid w:val="005C288A"/>
    <w:rsid w:val="005C2C9C"/>
    <w:rsid w:val="005C3288"/>
    <w:rsid w:val="005C4BA3"/>
    <w:rsid w:val="005C55CE"/>
    <w:rsid w:val="005C6A01"/>
    <w:rsid w:val="005C74DD"/>
    <w:rsid w:val="005C7694"/>
    <w:rsid w:val="005C7769"/>
    <w:rsid w:val="005D4A1F"/>
    <w:rsid w:val="005D5535"/>
    <w:rsid w:val="005D5F75"/>
    <w:rsid w:val="005D688D"/>
    <w:rsid w:val="005E3F71"/>
    <w:rsid w:val="005E601E"/>
    <w:rsid w:val="005F255E"/>
    <w:rsid w:val="005F2E83"/>
    <w:rsid w:val="005F41B7"/>
    <w:rsid w:val="005F762A"/>
    <w:rsid w:val="006017BE"/>
    <w:rsid w:val="006038BE"/>
    <w:rsid w:val="00603965"/>
    <w:rsid w:val="0060436F"/>
    <w:rsid w:val="006052D3"/>
    <w:rsid w:val="00605C57"/>
    <w:rsid w:val="006064BF"/>
    <w:rsid w:val="00610379"/>
    <w:rsid w:val="00610384"/>
    <w:rsid w:val="006114BC"/>
    <w:rsid w:val="00611C2C"/>
    <w:rsid w:val="00612B4A"/>
    <w:rsid w:val="00613AC1"/>
    <w:rsid w:val="00614139"/>
    <w:rsid w:val="006158B8"/>
    <w:rsid w:val="0061631F"/>
    <w:rsid w:val="006165C6"/>
    <w:rsid w:val="00616F46"/>
    <w:rsid w:val="00620937"/>
    <w:rsid w:val="00623927"/>
    <w:rsid w:val="006244BE"/>
    <w:rsid w:val="00625217"/>
    <w:rsid w:val="00625B0C"/>
    <w:rsid w:val="0062677A"/>
    <w:rsid w:val="00626D64"/>
    <w:rsid w:val="006323DE"/>
    <w:rsid w:val="00636302"/>
    <w:rsid w:val="00640234"/>
    <w:rsid w:val="00640619"/>
    <w:rsid w:val="006413C1"/>
    <w:rsid w:val="00642719"/>
    <w:rsid w:val="00645884"/>
    <w:rsid w:val="00646FBF"/>
    <w:rsid w:val="00647241"/>
    <w:rsid w:val="00652E99"/>
    <w:rsid w:val="00653FFC"/>
    <w:rsid w:val="00654EDE"/>
    <w:rsid w:val="00657B39"/>
    <w:rsid w:val="00660517"/>
    <w:rsid w:val="006620D5"/>
    <w:rsid w:val="00662FDE"/>
    <w:rsid w:val="006633B5"/>
    <w:rsid w:val="006652D7"/>
    <w:rsid w:val="0067021F"/>
    <w:rsid w:val="00676B4D"/>
    <w:rsid w:val="00676D5D"/>
    <w:rsid w:val="00677628"/>
    <w:rsid w:val="0068477F"/>
    <w:rsid w:val="0068720E"/>
    <w:rsid w:val="006920C2"/>
    <w:rsid w:val="00693564"/>
    <w:rsid w:val="00693CBC"/>
    <w:rsid w:val="006972CA"/>
    <w:rsid w:val="006973C0"/>
    <w:rsid w:val="006A1479"/>
    <w:rsid w:val="006A2AE5"/>
    <w:rsid w:val="006A4746"/>
    <w:rsid w:val="006A67A6"/>
    <w:rsid w:val="006A7274"/>
    <w:rsid w:val="006A74A6"/>
    <w:rsid w:val="006A753E"/>
    <w:rsid w:val="006B04E9"/>
    <w:rsid w:val="006B141A"/>
    <w:rsid w:val="006B33DF"/>
    <w:rsid w:val="006B3DD5"/>
    <w:rsid w:val="006B554C"/>
    <w:rsid w:val="006B693B"/>
    <w:rsid w:val="006C1EDA"/>
    <w:rsid w:val="006C44FA"/>
    <w:rsid w:val="006C4839"/>
    <w:rsid w:val="006C48DF"/>
    <w:rsid w:val="006C65F4"/>
    <w:rsid w:val="006D1273"/>
    <w:rsid w:val="006D22D0"/>
    <w:rsid w:val="006D2C49"/>
    <w:rsid w:val="006D4368"/>
    <w:rsid w:val="006D48EB"/>
    <w:rsid w:val="006D53D0"/>
    <w:rsid w:val="006D623C"/>
    <w:rsid w:val="006E25ED"/>
    <w:rsid w:val="006E6211"/>
    <w:rsid w:val="006E76DD"/>
    <w:rsid w:val="006F152F"/>
    <w:rsid w:val="006F791F"/>
    <w:rsid w:val="006F7A2C"/>
    <w:rsid w:val="00702B0F"/>
    <w:rsid w:val="00702CE7"/>
    <w:rsid w:val="007034CC"/>
    <w:rsid w:val="00704A6A"/>
    <w:rsid w:val="00704F88"/>
    <w:rsid w:val="00707049"/>
    <w:rsid w:val="007102FB"/>
    <w:rsid w:val="00710A67"/>
    <w:rsid w:val="007124A3"/>
    <w:rsid w:val="00712A46"/>
    <w:rsid w:val="00716EB1"/>
    <w:rsid w:val="0071709B"/>
    <w:rsid w:val="007201C2"/>
    <w:rsid w:val="007213EB"/>
    <w:rsid w:val="00722081"/>
    <w:rsid w:val="007222A8"/>
    <w:rsid w:val="00723E11"/>
    <w:rsid w:val="00723ED8"/>
    <w:rsid w:val="0072502B"/>
    <w:rsid w:val="00731117"/>
    <w:rsid w:val="007323B9"/>
    <w:rsid w:val="00733FF4"/>
    <w:rsid w:val="0073598E"/>
    <w:rsid w:val="00735EBE"/>
    <w:rsid w:val="0073661C"/>
    <w:rsid w:val="00740D48"/>
    <w:rsid w:val="007418AB"/>
    <w:rsid w:val="00742367"/>
    <w:rsid w:val="00746A50"/>
    <w:rsid w:val="0074717F"/>
    <w:rsid w:val="007475F6"/>
    <w:rsid w:val="00750D2B"/>
    <w:rsid w:val="00750F8A"/>
    <w:rsid w:val="007531F1"/>
    <w:rsid w:val="00753777"/>
    <w:rsid w:val="0075436A"/>
    <w:rsid w:val="00754DC1"/>
    <w:rsid w:val="00755D92"/>
    <w:rsid w:val="007601F3"/>
    <w:rsid w:val="007654C1"/>
    <w:rsid w:val="007711B3"/>
    <w:rsid w:val="007735AA"/>
    <w:rsid w:val="00774C41"/>
    <w:rsid w:val="00776F1F"/>
    <w:rsid w:val="00781EE0"/>
    <w:rsid w:val="007821D1"/>
    <w:rsid w:val="00783669"/>
    <w:rsid w:val="00784A52"/>
    <w:rsid w:val="00785D3A"/>
    <w:rsid w:val="00785D98"/>
    <w:rsid w:val="00786BD5"/>
    <w:rsid w:val="00795F32"/>
    <w:rsid w:val="00797A28"/>
    <w:rsid w:val="007A1DA9"/>
    <w:rsid w:val="007A3B60"/>
    <w:rsid w:val="007A5EDB"/>
    <w:rsid w:val="007A7E16"/>
    <w:rsid w:val="007B4859"/>
    <w:rsid w:val="007B6A55"/>
    <w:rsid w:val="007C24CC"/>
    <w:rsid w:val="007C54C2"/>
    <w:rsid w:val="007D0C74"/>
    <w:rsid w:val="007D0FC9"/>
    <w:rsid w:val="007D1AA4"/>
    <w:rsid w:val="007D2C85"/>
    <w:rsid w:val="007D324A"/>
    <w:rsid w:val="007D3F43"/>
    <w:rsid w:val="007D4A62"/>
    <w:rsid w:val="007D7B43"/>
    <w:rsid w:val="007E03DE"/>
    <w:rsid w:val="007E3324"/>
    <w:rsid w:val="007E6B88"/>
    <w:rsid w:val="007F0652"/>
    <w:rsid w:val="007F10C8"/>
    <w:rsid w:val="007F255A"/>
    <w:rsid w:val="007F4002"/>
    <w:rsid w:val="007F4865"/>
    <w:rsid w:val="007F5641"/>
    <w:rsid w:val="007F5924"/>
    <w:rsid w:val="007F62AD"/>
    <w:rsid w:val="007F62B3"/>
    <w:rsid w:val="0080445F"/>
    <w:rsid w:val="0080561F"/>
    <w:rsid w:val="00805725"/>
    <w:rsid w:val="00806CFC"/>
    <w:rsid w:val="008072AA"/>
    <w:rsid w:val="008102AF"/>
    <w:rsid w:val="008104E0"/>
    <w:rsid w:val="00813A75"/>
    <w:rsid w:val="00814F37"/>
    <w:rsid w:val="0081597F"/>
    <w:rsid w:val="00817FDC"/>
    <w:rsid w:val="0082094C"/>
    <w:rsid w:val="0082480C"/>
    <w:rsid w:val="0082605B"/>
    <w:rsid w:val="00834CF9"/>
    <w:rsid w:val="00834D28"/>
    <w:rsid w:val="0083510A"/>
    <w:rsid w:val="00836118"/>
    <w:rsid w:val="00836217"/>
    <w:rsid w:val="00836E78"/>
    <w:rsid w:val="0084407A"/>
    <w:rsid w:val="00845C97"/>
    <w:rsid w:val="00846807"/>
    <w:rsid w:val="00852F96"/>
    <w:rsid w:val="00853E76"/>
    <w:rsid w:val="008547C9"/>
    <w:rsid w:val="008562A8"/>
    <w:rsid w:val="00856BC8"/>
    <w:rsid w:val="00857BBE"/>
    <w:rsid w:val="00860581"/>
    <w:rsid w:val="008612A8"/>
    <w:rsid w:val="00861B9A"/>
    <w:rsid w:val="0086207E"/>
    <w:rsid w:val="00862693"/>
    <w:rsid w:val="00863172"/>
    <w:rsid w:val="008636B1"/>
    <w:rsid w:val="00864305"/>
    <w:rsid w:val="0086449B"/>
    <w:rsid w:val="00866800"/>
    <w:rsid w:val="00866A29"/>
    <w:rsid w:val="0086792F"/>
    <w:rsid w:val="0087236D"/>
    <w:rsid w:val="0087305B"/>
    <w:rsid w:val="008739E6"/>
    <w:rsid w:val="00875BEB"/>
    <w:rsid w:val="00876E1E"/>
    <w:rsid w:val="00877DC5"/>
    <w:rsid w:val="0088095C"/>
    <w:rsid w:val="00881EF0"/>
    <w:rsid w:val="008854BC"/>
    <w:rsid w:val="00891998"/>
    <w:rsid w:val="00891D47"/>
    <w:rsid w:val="00894996"/>
    <w:rsid w:val="008949FA"/>
    <w:rsid w:val="00894F6C"/>
    <w:rsid w:val="00896F21"/>
    <w:rsid w:val="008973B2"/>
    <w:rsid w:val="008973CD"/>
    <w:rsid w:val="008A2600"/>
    <w:rsid w:val="008A2BF1"/>
    <w:rsid w:val="008A35C5"/>
    <w:rsid w:val="008B2FC0"/>
    <w:rsid w:val="008B319E"/>
    <w:rsid w:val="008B35A3"/>
    <w:rsid w:val="008B43CC"/>
    <w:rsid w:val="008C0E01"/>
    <w:rsid w:val="008D0B44"/>
    <w:rsid w:val="008D455A"/>
    <w:rsid w:val="008E01DD"/>
    <w:rsid w:val="008E0B29"/>
    <w:rsid w:val="008E23DA"/>
    <w:rsid w:val="008E3AEB"/>
    <w:rsid w:val="008E3FB1"/>
    <w:rsid w:val="008E4C82"/>
    <w:rsid w:val="008E523F"/>
    <w:rsid w:val="008E5CBB"/>
    <w:rsid w:val="008E7734"/>
    <w:rsid w:val="008F00FD"/>
    <w:rsid w:val="008F297F"/>
    <w:rsid w:val="008F3A55"/>
    <w:rsid w:val="008F50D1"/>
    <w:rsid w:val="008F6095"/>
    <w:rsid w:val="008F6F45"/>
    <w:rsid w:val="008F75BE"/>
    <w:rsid w:val="008F7707"/>
    <w:rsid w:val="00901076"/>
    <w:rsid w:val="00902516"/>
    <w:rsid w:val="00902898"/>
    <w:rsid w:val="00906E46"/>
    <w:rsid w:val="00911138"/>
    <w:rsid w:val="00914A3A"/>
    <w:rsid w:val="00916CA2"/>
    <w:rsid w:val="00917885"/>
    <w:rsid w:val="00917A4D"/>
    <w:rsid w:val="009210B5"/>
    <w:rsid w:val="00923E37"/>
    <w:rsid w:val="009309BE"/>
    <w:rsid w:val="00931368"/>
    <w:rsid w:val="00933B50"/>
    <w:rsid w:val="00934496"/>
    <w:rsid w:val="00935103"/>
    <w:rsid w:val="00936049"/>
    <w:rsid w:val="009409A9"/>
    <w:rsid w:val="009426A5"/>
    <w:rsid w:val="0094496F"/>
    <w:rsid w:val="0094520F"/>
    <w:rsid w:val="009462A7"/>
    <w:rsid w:val="00946614"/>
    <w:rsid w:val="00950FF5"/>
    <w:rsid w:val="00956E1B"/>
    <w:rsid w:val="00957030"/>
    <w:rsid w:val="00957A4C"/>
    <w:rsid w:val="009627E1"/>
    <w:rsid w:val="00963A64"/>
    <w:rsid w:val="00967881"/>
    <w:rsid w:val="00967A38"/>
    <w:rsid w:val="0097031A"/>
    <w:rsid w:val="00975B13"/>
    <w:rsid w:val="009764DC"/>
    <w:rsid w:val="00977619"/>
    <w:rsid w:val="009805CF"/>
    <w:rsid w:val="009811F7"/>
    <w:rsid w:val="00982363"/>
    <w:rsid w:val="00990886"/>
    <w:rsid w:val="009953C4"/>
    <w:rsid w:val="00995C52"/>
    <w:rsid w:val="00997188"/>
    <w:rsid w:val="009A1B37"/>
    <w:rsid w:val="009A28A5"/>
    <w:rsid w:val="009A3A57"/>
    <w:rsid w:val="009A3DEE"/>
    <w:rsid w:val="009A3E06"/>
    <w:rsid w:val="009A5F24"/>
    <w:rsid w:val="009A79E5"/>
    <w:rsid w:val="009B18D8"/>
    <w:rsid w:val="009B65E1"/>
    <w:rsid w:val="009B780B"/>
    <w:rsid w:val="009B78CD"/>
    <w:rsid w:val="009C186B"/>
    <w:rsid w:val="009C2C4D"/>
    <w:rsid w:val="009C387A"/>
    <w:rsid w:val="009C4917"/>
    <w:rsid w:val="009C6877"/>
    <w:rsid w:val="009D1A98"/>
    <w:rsid w:val="009D25D3"/>
    <w:rsid w:val="009E0052"/>
    <w:rsid w:val="009E2F15"/>
    <w:rsid w:val="009E3232"/>
    <w:rsid w:val="009E430E"/>
    <w:rsid w:val="009E5CBC"/>
    <w:rsid w:val="009F242B"/>
    <w:rsid w:val="009F41DB"/>
    <w:rsid w:val="009F454E"/>
    <w:rsid w:val="009F4D85"/>
    <w:rsid w:val="009F612B"/>
    <w:rsid w:val="009F7DB8"/>
    <w:rsid w:val="00A00159"/>
    <w:rsid w:val="00A00CC1"/>
    <w:rsid w:val="00A02915"/>
    <w:rsid w:val="00A04A9E"/>
    <w:rsid w:val="00A054B4"/>
    <w:rsid w:val="00A05E0E"/>
    <w:rsid w:val="00A06055"/>
    <w:rsid w:val="00A06379"/>
    <w:rsid w:val="00A11799"/>
    <w:rsid w:val="00A14D51"/>
    <w:rsid w:val="00A156E6"/>
    <w:rsid w:val="00A22542"/>
    <w:rsid w:val="00A2342E"/>
    <w:rsid w:val="00A27C2E"/>
    <w:rsid w:val="00A27DD4"/>
    <w:rsid w:val="00A30D00"/>
    <w:rsid w:val="00A31A01"/>
    <w:rsid w:val="00A31D44"/>
    <w:rsid w:val="00A3547B"/>
    <w:rsid w:val="00A37307"/>
    <w:rsid w:val="00A413B1"/>
    <w:rsid w:val="00A42424"/>
    <w:rsid w:val="00A46C65"/>
    <w:rsid w:val="00A46D5C"/>
    <w:rsid w:val="00A46F1C"/>
    <w:rsid w:val="00A50116"/>
    <w:rsid w:val="00A51D57"/>
    <w:rsid w:val="00A5465B"/>
    <w:rsid w:val="00A54716"/>
    <w:rsid w:val="00A6051C"/>
    <w:rsid w:val="00A6265F"/>
    <w:rsid w:val="00A63E87"/>
    <w:rsid w:val="00A64075"/>
    <w:rsid w:val="00A65964"/>
    <w:rsid w:val="00A74B3C"/>
    <w:rsid w:val="00A753C9"/>
    <w:rsid w:val="00A81C62"/>
    <w:rsid w:val="00A82B8E"/>
    <w:rsid w:val="00A82F7F"/>
    <w:rsid w:val="00A84CB4"/>
    <w:rsid w:val="00A868A2"/>
    <w:rsid w:val="00A92597"/>
    <w:rsid w:val="00AA3175"/>
    <w:rsid w:val="00AA6303"/>
    <w:rsid w:val="00AB09DC"/>
    <w:rsid w:val="00AB1BB3"/>
    <w:rsid w:val="00AB332E"/>
    <w:rsid w:val="00AB608B"/>
    <w:rsid w:val="00AC437F"/>
    <w:rsid w:val="00AD4582"/>
    <w:rsid w:val="00AD487C"/>
    <w:rsid w:val="00AD4E47"/>
    <w:rsid w:val="00AE130E"/>
    <w:rsid w:val="00AE69EF"/>
    <w:rsid w:val="00AE7C54"/>
    <w:rsid w:val="00AF0C78"/>
    <w:rsid w:val="00AF3496"/>
    <w:rsid w:val="00AF62BF"/>
    <w:rsid w:val="00B00955"/>
    <w:rsid w:val="00B00BF5"/>
    <w:rsid w:val="00B0195E"/>
    <w:rsid w:val="00B04909"/>
    <w:rsid w:val="00B05BE9"/>
    <w:rsid w:val="00B06649"/>
    <w:rsid w:val="00B07F8E"/>
    <w:rsid w:val="00B109B9"/>
    <w:rsid w:val="00B13338"/>
    <w:rsid w:val="00B1557D"/>
    <w:rsid w:val="00B15996"/>
    <w:rsid w:val="00B15DFE"/>
    <w:rsid w:val="00B1673D"/>
    <w:rsid w:val="00B21EE8"/>
    <w:rsid w:val="00B22FF9"/>
    <w:rsid w:val="00B2340A"/>
    <w:rsid w:val="00B23B83"/>
    <w:rsid w:val="00B24465"/>
    <w:rsid w:val="00B253E6"/>
    <w:rsid w:val="00B312FB"/>
    <w:rsid w:val="00B33E35"/>
    <w:rsid w:val="00B344A1"/>
    <w:rsid w:val="00B368A5"/>
    <w:rsid w:val="00B36C0F"/>
    <w:rsid w:val="00B370C2"/>
    <w:rsid w:val="00B40537"/>
    <w:rsid w:val="00B41DE5"/>
    <w:rsid w:val="00B42E73"/>
    <w:rsid w:val="00B42EE6"/>
    <w:rsid w:val="00B42FF6"/>
    <w:rsid w:val="00B42FF9"/>
    <w:rsid w:val="00B43710"/>
    <w:rsid w:val="00B45408"/>
    <w:rsid w:val="00B4748E"/>
    <w:rsid w:val="00B5158C"/>
    <w:rsid w:val="00B528B6"/>
    <w:rsid w:val="00B55F77"/>
    <w:rsid w:val="00B57103"/>
    <w:rsid w:val="00B6096F"/>
    <w:rsid w:val="00B62C03"/>
    <w:rsid w:val="00B635B1"/>
    <w:rsid w:val="00B71B48"/>
    <w:rsid w:val="00B72AF9"/>
    <w:rsid w:val="00B72D55"/>
    <w:rsid w:val="00B72EB5"/>
    <w:rsid w:val="00B732F9"/>
    <w:rsid w:val="00B74215"/>
    <w:rsid w:val="00B74B76"/>
    <w:rsid w:val="00B752E8"/>
    <w:rsid w:val="00B80554"/>
    <w:rsid w:val="00B80C5B"/>
    <w:rsid w:val="00B81A7E"/>
    <w:rsid w:val="00B82A3A"/>
    <w:rsid w:val="00B837AE"/>
    <w:rsid w:val="00B85409"/>
    <w:rsid w:val="00B855EF"/>
    <w:rsid w:val="00B90B6D"/>
    <w:rsid w:val="00B929BB"/>
    <w:rsid w:val="00B929DB"/>
    <w:rsid w:val="00B92A32"/>
    <w:rsid w:val="00B92B84"/>
    <w:rsid w:val="00B93F90"/>
    <w:rsid w:val="00B960ED"/>
    <w:rsid w:val="00B96156"/>
    <w:rsid w:val="00B9653B"/>
    <w:rsid w:val="00BA11C4"/>
    <w:rsid w:val="00BA173A"/>
    <w:rsid w:val="00BA3692"/>
    <w:rsid w:val="00BA42C3"/>
    <w:rsid w:val="00BA63A5"/>
    <w:rsid w:val="00BA7BE9"/>
    <w:rsid w:val="00BB1C4A"/>
    <w:rsid w:val="00BB1EAB"/>
    <w:rsid w:val="00BB26F4"/>
    <w:rsid w:val="00BB3E74"/>
    <w:rsid w:val="00BB6A17"/>
    <w:rsid w:val="00BB775C"/>
    <w:rsid w:val="00BC05C2"/>
    <w:rsid w:val="00BC0D24"/>
    <w:rsid w:val="00BC11B8"/>
    <w:rsid w:val="00BC1E76"/>
    <w:rsid w:val="00BC4C35"/>
    <w:rsid w:val="00BD14BD"/>
    <w:rsid w:val="00BD1CF4"/>
    <w:rsid w:val="00BD2F06"/>
    <w:rsid w:val="00BD40A9"/>
    <w:rsid w:val="00BD4AC2"/>
    <w:rsid w:val="00BD4EFD"/>
    <w:rsid w:val="00BD5690"/>
    <w:rsid w:val="00BD6F38"/>
    <w:rsid w:val="00BE367A"/>
    <w:rsid w:val="00BE3B1E"/>
    <w:rsid w:val="00BE454C"/>
    <w:rsid w:val="00BE59B3"/>
    <w:rsid w:val="00BE6D6D"/>
    <w:rsid w:val="00BE6EC9"/>
    <w:rsid w:val="00BE7F44"/>
    <w:rsid w:val="00BF03F2"/>
    <w:rsid w:val="00BF12AF"/>
    <w:rsid w:val="00BF2AE2"/>
    <w:rsid w:val="00BF4B30"/>
    <w:rsid w:val="00C00511"/>
    <w:rsid w:val="00C01DA6"/>
    <w:rsid w:val="00C0243F"/>
    <w:rsid w:val="00C03533"/>
    <w:rsid w:val="00C03A8A"/>
    <w:rsid w:val="00C04E33"/>
    <w:rsid w:val="00C0797F"/>
    <w:rsid w:val="00C106F5"/>
    <w:rsid w:val="00C10CBD"/>
    <w:rsid w:val="00C1213D"/>
    <w:rsid w:val="00C15E32"/>
    <w:rsid w:val="00C17312"/>
    <w:rsid w:val="00C173F4"/>
    <w:rsid w:val="00C249D1"/>
    <w:rsid w:val="00C254BF"/>
    <w:rsid w:val="00C3245E"/>
    <w:rsid w:val="00C33338"/>
    <w:rsid w:val="00C34A60"/>
    <w:rsid w:val="00C36C8B"/>
    <w:rsid w:val="00C37AFF"/>
    <w:rsid w:val="00C40255"/>
    <w:rsid w:val="00C4162C"/>
    <w:rsid w:val="00C41813"/>
    <w:rsid w:val="00C426FC"/>
    <w:rsid w:val="00C50351"/>
    <w:rsid w:val="00C52337"/>
    <w:rsid w:val="00C533E3"/>
    <w:rsid w:val="00C55CB6"/>
    <w:rsid w:val="00C56860"/>
    <w:rsid w:val="00C56995"/>
    <w:rsid w:val="00C576B9"/>
    <w:rsid w:val="00C60D52"/>
    <w:rsid w:val="00C62286"/>
    <w:rsid w:val="00C62D14"/>
    <w:rsid w:val="00C63D2B"/>
    <w:rsid w:val="00C64077"/>
    <w:rsid w:val="00C668A6"/>
    <w:rsid w:val="00C67204"/>
    <w:rsid w:val="00C7253E"/>
    <w:rsid w:val="00C7506D"/>
    <w:rsid w:val="00C7697B"/>
    <w:rsid w:val="00C76FB3"/>
    <w:rsid w:val="00C771DE"/>
    <w:rsid w:val="00C77736"/>
    <w:rsid w:val="00C865DD"/>
    <w:rsid w:val="00C905C1"/>
    <w:rsid w:val="00C941B3"/>
    <w:rsid w:val="00C94522"/>
    <w:rsid w:val="00C979F5"/>
    <w:rsid w:val="00C97C24"/>
    <w:rsid w:val="00CA194E"/>
    <w:rsid w:val="00CA1A9E"/>
    <w:rsid w:val="00CA2BBF"/>
    <w:rsid w:val="00CA33FA"/>
    <w:rsid w:val="00CA5BAF"/>
    <w:rsid w:val="00CA6247"/>
    <w:rsid w:val="00CA72B9"/>
    <w:rsid w:val="00CB39F8"/>
    <w:rsid w:val="00CB6EB6"/>
    <w:rsid w:val="00CB7B72"/>
    <w:rsid w:val="00CC0641"/>
    <w:rsid w:val="00CC461D"/>
    <w:rsid w:val="00CC4E9A"/>
    <w:rsid w:val="00CC511F"/>
    <w:rsid w:val="00CC7F33"/>
    <w:rsid w:val="00CD24CB"/>
    <w:rsid w:val="00CD393B"/>
    <w:rsid w:val="00CD54C0"/>
    <w:rsid w:val="00CD6066"/>
    <w:rsid w:val="00CD6CDB"/>
    <w:rsid w:val="00CD7595"/>
    <w:rsid w:val="00CE0E8B"/>
    <w:rsid w:val="00CE20EF"/>
    <w:rsid w:val="00CE79D1"/>
    <w:rsid w:val="00CF037E"/>
    <w:rsid w:val="00CF10FA"/>
    <w:rsid w:val="00CF46AC"/>
    <w:rsid w:val="00CF4A84"/>
    <w:rsid w:val="00CF60F5"/>
    <w:rsid w:val="00CF72CE"/>
    <w:rsid w:val="00D01CCD"/>
    <w:rsid w:val="00D02720"/>
    <w:rsid w:val="00D04E9E"/>
    <w:rsid w:val="00D04F69"/>
    <w:rsid w:val="00D11E13"/>
    <w:rsid w:val="00D12504"/>
    <w:rsid w:val="00D17747"/>
    <w:rsid w:val="00D20B16"/>
    <w:rsid w:val="00D21561"/>
    <w:rsid w:val="00D22463"/>
    <w:rsid w:val="00D2368A"/>
    <w:rsid w:val="00D243B9"/>
    <w:rsid w:val="00D245C3"/>
    <w:rsid w:val="00D25E78"/>
    <w:rsid w:val="00D277C2"/>
    <w:rsid w:val="00D31D9B"/>
    <w:rsid w:val="00D32E31"/>
    <w:rsid w:val="00D33C8C"/>
    <w:rsid w:val="00D34A4F"/>
    <w:rsid w:val="00D3500E"/>
    <w:rsid w:val="00D379FD"/>
    <w:rsid w:val="00D408DE"/>
    <w:rsid w:val="00D41A15"/>
    <w:rsid w:val="00D42FCC"/>
    <w:rsid w:val="00D4366F"/>
    <w:rsid w:val="00D4505D"/>
    <w:rsid w:val="00D47F98"/>
    <w:rsid w:val="00D54414"/>
    <w:rsid w:val="00D555B7"/>
    <w:rsid w:val="00D560E3"/>
    <w:rsid w:val="00D56954"/>
    <w:rsid w:val="00D625DD"/>
    <w:rsid w:val="00D6344F"/>
    <w:rsid w:val="00D650D7"/>
    <w:rsid w:val="00D71AA7"/>
    <w:rsid w:val="00D72F69"/>
    <w:rsid w:val="00D731D3"/>
    <w:rsid w:val="00D75FED"/>
    <w:rsid w:val="00D77B71"/>
    <w:rsid w:val="00D808AA"/>
    <w:rsid w:val="00D81AF1"/>
    <w:rsid w:val="00D81B0B"/>
    <w:rsid w:val="00D82FCA"/>
    <w:rsid w:val="00D8346A"/>
    <w:rsid w:val="00D84A94"/>
    <w:rsid w:val="00D85FBC"/>
    <w:rsid w:val="00D86245"/>
    <w:rsid w:val="00D87BA5"/>
    <w:rsid w:val="00D917D4"/>
    <w:rsid w:val="00D95765"/>
    <w:rsid w:val="00DA043A"/>
    <w:rsid w:val="00DA1928"/>
    <w:rsid w:val="00DA2721"/>
    <w:rsid w:val="00DA3BD6"/>
    <w:rsid w:val="00DA5FBD"/>
    <w:rsid w:val="00DA63A1"/>
    <w:rsid w:val="00DB10CE"/>
    <w:rsid w:val="00DB4646"/>
    <w:rsid w:val="00DB5542"/>
    <w:rsid w:val="00DB6632"/>
    <w:rsid w:val="00DB6E99"/>
    <w:rsid w:val="00DC2097"/>
    <w:rsid w:val="00DC35AA"/>
    <w:rsid w:val="00DC57A1"/>
    <w:rsid w:val="00DC5AE6"/>
    <w:rsid w:val="00DD5D8F"/>
    <w:rsid w:val="00DD6A80"/>
    <w:rsid w:val="00DD6B61"/>
    <w:rsid w:val="00DE40EA"/>
    <w:rsid w:val="00DE49B5"/>
    <w:rsid w:val="00DE4E71"/>
    <w:rsid w:val="00DE5D4F"/>
    <w:rsid w:val="00DF1943"/>
    <w:rsid w:val="00DF1A29"/>
    <w:rsid w:val="00DF3957"/>
    <w:rsid w:val="00DF6ACC"/>
    <w:rsid w:val="00E01119"/>
    <w:rsid w:val="00E01BAE"/>
    <w:rsid w:val="00E06D11"/>
    <w:rsid w:val="00E137C7"/>
    <w:rsid w:val="00E153A9"/>
    <w:rsid w:val="00E161BD"/>
    <w:rsid w:val="00E16EA3"/>
    <w:rsid w:val="00E224BB"/>
    <w:rsid w:val="00E273F1"/>
    <w:rsid w:val="00E32597"/>
    <w:rsid w:val="00E32896"/>
    <w:rsid w:val="00E33016"/>
    <w:rsid w:val="00E3630C"/>
    <w:rsid w:val="00E3650C"/>
    <w:rsid w:val="00E3697A"/>
    <w:rsid w:val="00E36A8E"/>
    <w:rsid w:val="00E374E2"/>
    <w:rsid w:val="00E41094"/>
    <w:rsid w:val="00E421CC"/>
    <w:rsid w:val="00E46FFF"/>
    <w:rsid w:val="00E507A7"/>
    <w:rsid w:val="00E571AA"/>
    <w:rsid w:val="00E64C2D"/>
    <w:rsid w:val="00E66773"/>
    <w:rsid w:val="00E73B8A"/>
    <w:rsid w:val="00E75459"/>
    <w:rsid w:val="00E756E7"/>
    <w:rsid w:val="00E776EB"/>
    <w:rsid w:val="00E777B4"/>
    <w:rsid w:val="00E77D1C"/>
    <w:rsid w:val="00E83709"/>
    <w:rsid w:val="00E903C0"/>
    <w:rsid w:val="00E9278A"/>
    <w:rsid w:val="00E96B64"/>
    <w:rsid w:val="00E97A7F"/>
    <w:rsid w:val="00E97B61"/>
    <w:rsid w:val="00EA096F"/>
    <w:rsid w:val="00EA0A3D"/>
    <w:rsid w:val="00EA1DC5"/>
    <w:rsid w:val="00EA46BC"/>
    <w:rsid w:val="00EB1242"/>
    <w:rsid w:val="00EB1888"/>
    <w:rsid w:val="00EB42FA"/>
    <w:rsid w:val="00EB655C"/>
    <w:rsid w:val="00EC149D"/>
    <w:rsid w:val="00EC2AAF"/>
    <w:rsid w:val="00EC64CA"/>
    <w:rsid w:val="00EC6851"/>
    <w:rsid w:val="00ED30FB"/>
    <w:rsid w:val="00ED7852"/>
    <w:rsid w:val="00ED7C7D"/>
    <w:rsid w:val="00EE029A"/>
    <w:rsid w:val="00EE19E9"/>
    <w:rsid w:val="00EE2303"/>
    <w:rsid w:val="00EE41A9"/>
    <w:rsid w:val="00EE446D"/>
    <w:rsid w:val="00EE54AA"/>
    <w:rsid w:val="00EE5C6C"/>
    <w:rsid w:val="00EE5DA6"/>
    <w:rsid w:val="00EE7C5B"/>
    <w:rsid w:val="00EF1AB6"/>
    <w:rsid w:val="00EF4455"/>
    <w:rsid w:val="00EF5F84"/>
    <w:rsid w:val="00EF6EDE"/>
    <w:rsid w:val="00F014F7"/>
    <w:rsid w:val="00F04AD8"/>
    <w:rsid w:val="00F10B6D"/>
    <w:rsid w:val="00F12B39"/>
    <w:rsid w:val="00F13983"/>
    <w:rsid w:val="00F13BCB"/>
    <w:rsid w:val="00F1407B"/>
    <w:rsid w:val="00F14581"/>
    <w:rsid w:val="00F150F4"/>
    <w:rsid w:val="00F15F84"/>
    <w:rsid w:val="00F1789B"/>
    <w:rsid w:val="00F27943"/>
    <w:rsid w:val="00F30B5D"/>
    <w:rsid w:val="00F343A8"/>
    <w:rsid w:val="00F34A3D"/>
    <w:rsid w:val="00F37E2D"/>
    <w:rsid w:val="00F42E1B"/>
    <w:rsid w:val="00F44B03"/>
    <w:rsid w:val="00F466D1"/>
    <w:rsid w:val="00F51F00"/>
    <w:rsid w:val="00F550B5"/>
    <w:rsid w:val="00F57626"/>
    <w:rsid w:val="00F62468"/>
    <w:rsid w:val="00F632BE"/>
    <w:rsid w:val="00F650C9"/>
    <w:rsid w:val="00F65153"/>
    <w:rsid w:val="00F673D0"/>
    <w:rsid w:val="00F724BE"/>
    <w:rsid w:val="00F744CB"/>
    <w:rsid w:val="00F74DC3"/>
    <w:rsid w:val="00F75F25"/>
    <w:rsid w:val="00F76879"/>
    <w:rsid w:val="00F80405"/>
    <w:rsid w:val="00F80CEC"/>
    <w:rsid w:val="00F8124A"/>
    <w:rsid w:val="00F81931"/>
    <w:rsid w:val="00F844BB"/>
    <w:rsid w:val="00F871ED"/>
    <w:rsid w:val="00F90A1A"/>
    <w:rsid w:val="00F9137C"/>
    <w:rsid w:val="00F92150"/>
    <w:rsid w:val="00F92D50"/>
    <w:rsid w:val="00F93BFC"/>
    <w:rsid w:val="00F950B6"/>
    <w:rsid w:val="00F962CE"/>
    <w:rsid w:val="00F97C27"/>
    <w:rsid w:val="00FA1AD0"/>
    <w:rsid w:val="00FA2BF5"/>
    <w:rsid w:val="00FA483F"/>
    <w:rsid w:val="00FA4A09"/>
    <w:rsid w:val="00FA5BD8"/>
    <w:rsid w:val="00FB1E28"/>
    <w:rsid w:val="00FB3BE4"/>
    <w:rsid w:val="00FB3DE7"/>
    <w:rsid w:val="00FB61A9"/>
    <w:rsid w:val="00FC7E3A"/>
    <w:rsid w:val="00FD1966"/>
    <w:rsid w:val="00FD39D2"/>
    <w:rsid w:val="00FD6BA1"/>
    <w:rsid w:val="00FE02FF"/>
    <w:rsid w:val="00FE4CB3"/>
    <w:rsid w:val="00FE7B1D"/>
    <w:rsid w:val="00FF0494"/>
    <w:rsid w:val="00FF313E"/>
    <w:rsid w:val="00FF367F"/>
    <w:rsid w:val="00FF693B"/>
    <w:rsid w:val="00FF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6EECC8D3-EF81-504A-988B-EE33D7167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9" w:qFormat="1"/>
    <w:lsdException w:name="heading 4" w:uiPriority="1" w:qFormat="1"/>
    <w:lsdException w:name="heading 5" w:uiPriority="2" w:qFormat="1"/>
    <w:lsdException w:name="heading 6" w:uiPriority="2" w:qFormat="1"/>
    <w:lsdException w:name="heading 7" w:semiHidden="1" w:uiPriority="2" w:unhideWhenUsed="1" w:qFormat="1"/>
    <w:lsdException w:name="heading 8" w:semiHidden="1" w:uiPriority="2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rsid w:val="003805D8"/>
    <w:pPr>
      <w:spacing w:line="264" w:lineRule="auto"/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TFlieoE"/>
    <w:link w:val="berschrift1Zchn"/>
    <w:qFormat/>
    <w:rsid w:val="00F04AD8"/>
    <w:pPr>
      <w:keepNext/>
      <w:numPr>
        <w:numId w:val="47"/>
      </w:numPr>
      <w:tabs>
        <w:tab w:val="left" w:pos="397"/>
      </w:tabs>
      <w:spacing w:before="480" w:after="120"/>
      <w:ind w:left="397" w:hanging="397"/>
      <w:jc w:val="left"/>
      <w:outlineLvl w:val="0"/>
    </w:pPr>
    <w:rPr>
      <w:rFonts w:cs="Arial"/>
      <w:b/>
      <w:bCs/>
      <w:kern w:val="32"/>
      <w:sz w:val="26"/>
      <w:szCs w:val="32"/>
    </w:rPr>
  </w:style>
  <w:style w:type="paragraph" w:styleId="berschrift2">
    <w:name w:val="heading 2"/>
    <w:basedOn w:val="Standard"/>
    <w:next w:val="Standard"/>
    <w:qFormat/>
    <w:rsid w:val="00F04AD8"/>
    <w:pPr>
      <w:keepNext/>
      <w:numPr>
        <w:ilvl w:val="1"/>
        <w:numId w:val="51"/>
      </w:numPr>
      <w:spacing w:before="240" w:after="120"/>
      <w:jc w:val="left"/>
      <w:outlineLvl w:val="1"/>
    </w:pPr>
    <w:rPr>
      <w:rFonts w:cs="Arial"/>
      <w:b/>
      <w:iCs/>
      <w:szCs w:val="22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B74215"/>
    <w:pPr>
      <w:keepNext/>
      <w:numPr>
        <w:ilvl w:val="2"/>
        <w:numId w:val="6"/>
      </w:numPr>
      <w:tabs>
        <w:tab w:val="clear" w:pos="624"/>
        <w:tab w:val="num" w:pos="766"/>
      </w:tabs>
      <w:spacing w:before="240" w:after="60"/>
      <w:jc w:val="left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uiPriority w:val="1"/>
    <w:qFormat/>
    <w:rsid w:val="00264423"/>
    <w:pPr>
      <w:keepNext/>
      <w:spacing w:before="240" w:after="60"/>
      <w:outlineLvl w:val="3"/>
    </w:pPr>
    <w:rPr>
      <w:bCs/>
      <w:i/>
      <w:szCs w:val="28"/>
    </w:rPr>
  </w:style>
  <w:style w:type="paragraph" w:styleId="berschrift5">
    <w:name w:val="heading 5"/>
    <w:basedOn w:val="Standard"/>
    <w:next w:val="Standard"/>
    <w:uiPriority w:val="2"/>
    <w:qFormat/>
    <w:rsid w:val="00F04AD8"/>
    <w:pPr>
      <w:numPr>
        <w:ilvl w:val="4"/>
        <w:numId w:val="5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uiPriority w:val="2"/>
    <w:qFormat/>
    <w:rsid w:val="00F04AD8"/>
    <w:pPr>
      <w:numPr>
        <w:ilvl w:val="5"/>
        <w:numId w:val="5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uiPriority w:val="2"/>
    <w:qFormat/>
    <w:rsid w:val="00F04AD8"/>
    <w:pPr>
      <w:numPr>
        <w:ilvl w:val="6"/>
        <w:numId w:val="5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uiPriority w:val="2"/>
    <w:qFormat/>
    <w:rsid w:val="00F04AD8"/>
    <w:pPr>
      <w:numPr>
        <w:ilvl w:val="7"/>
        <w:numId w:val="5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uiPriority w:val="2"/>
    <w:qFormat/>
    <w:rsid w:val="00F04AD8"/>
    <w:pPr>
      <w:numPr>
        <w:ilvl w:val="8"/>
        <w:numId w:val="51"/>
      </w:num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nmoE">
    <w:name w:val="T_Anm oE"/>
    <w:basedOn w:val="Standard"/>
    <w:rsid w:val="00491D51"/>
    <w:pPr>
      <w:spacing w:line="240" w:lineRule="auto"/>
    </w:pPr>
    <w:rPr>
      <w:rFonts w:cs="Arial"/>
      <w:sz w:val="20"/>
      <w:szCs w:val="22"/>
    </w:rPr>
  </w:style>
  <w:style w:type="character" w:styleId="Hyperlink">
    <w:name w:val="Hyperlink"/>
    <w:basedOn w:val="Absatz-Standardschriftart"/>
    <w:rsid w:val="00264423"/>
    <w:rPr>
      <w:color w:val="000066"/>
      <w:u w:val="single"/>
    </w:rPr>
  </w:style>
  <w:style w:type="paragraph" w:customStyle="1" w:styleId="TAufz2">
    <w:name w:val="T_Aufz 2"/>
    <w:basedOn w:val="Standard"/>
    <w:rsid w:val="004B20EB"/>
    <w:pPr>
      <w:numPr>
        <w:numId w:val="42"/>
      </w:numPr>
      <w:tabs>
        <w:tab w:val="left" w:pos="567"/>
        <w:tab w:val="right" w:pos="9072"/>
      </w:tabs>
      <w:spacing w:before="120" w:after="120"/>
    </w:pPr>
    <w:rPr>
      <w:rFonts w:cs="Arial"/>
      <w:szCs w:val="20"/>
      <w:lang w:val="en-GB"/>
    </w:rPr>
  </w:style>
  <w:style w:type="paragraph" w:customStyle="1" w:styleId="TAufzForts">
    <w:name w:val="T_Aufz Forts"/>
    <w:basedOn w:val="Standard"/>
    <w:rsid w:val="004B20EB"/>
    <w:pPr>
      <w:tabs>
        <w:tab w:val="left" w:pos="567"/>
        <w:tab w:val="left" w:pos="1134"/>
        <w:tab w:val="right" w:pos="8505"/>
        <w:tab w:val="right" w:pos="9072"/>
      </w:tabs>
      <w:spacing w:before="120" w:after="120"/>
      <w:ind w:left="567"/>
    </w:pPr>
    <w:rPr>
      <w:rFonts w:cs="Arial"/>
      <w:szCs w:val="20"/>
      <w:lang w:val="en-GB"/>
    </w:rPr>
  </w:style>
  <w:style w:type="paragraph" w:customStyle="1" w:styleId="TAufznum">
    <w:name w:val="T_Aufz num"/>
    <w:basedOn w:val="Standard"/>
    <w:rsid w:val="00BC1E76"/>
    <w:pPr>
      <w:tabs>
        <w:tab w:val="left" w:pos="567"/>
        <w:tab w:val="right" w:pos="9072"/>
      </w:tabs>
      <w:spacing w:before="120" w:after="120"/>
      <w:ind w:left="567" w:hanging="567"/>
    </w:pPr>
    <w:rPr>
      <w:rFonts w:cs="Arial"/>
      <w:szCs w:val="20"/>
      <w:lang w:val="en-GB"/>
    </w:rPr>
  </w:style>
  <w:style w:type="paragraph" w:customStyle="1" w:styleId="TAutor">
    <w:name w:val="T_Autor"/>
    <w:basedOn w:val="Standard"/>
    <w:rsid w:val="00264423"/>
    <w:pPr>
      <w:spacing w:after="480"/>
      <w:jc w:val="left"/>
    </w:pPr>
    <w:rPr>
      <w:rFonts w:cs="Arial"/>
      <w:szCs w:val="22"/>
    </w:rPr>
  </w:style>
  <w:style w:type="paragraph" w:customStyle="1" w:styleId="TBibl">
    <w:name w:val="T_Bibl"/>
    <w:basedOn w:val="Standard"/>
    <w:rsid w:val="00491D51"/>
    <w:pPr>
      <w:keepLines/>
      <w:tabs>
        <w:tab w:val="left" w:pos="397"/>
      </w:tabs>
      <w:autoSpaceDE w:val="0"/>
      <w:autoSpaceDN w:val="0"/>
      <w:adjustRightInd w:val="0"/>
      <w:spacing w:after="20" w:line="240" w:lineRule="auto"/>
      <w:ind w:left="397" w:hanging="397"/>
    </w:pPr>
    <w:rPr>
      <w:sz w:val="20"/>
      <w:szCs w:val="20"/>
    </w:rPr>
  </w:style>
  <w:style w:type="paragraph" w:customStyle="1" w:styleId="TBildunterschrift">
    <w:name w:val="T_Bildunterschrift"/>
    <w:basedOn w:val="Standard"/>
    <w:rsid w:val="000F6E6F"/>
    <w:pPr>
      <w:keepLines/>
      <w:tabs>
        <w:tab w:val="left" w:pos="397"/>
      </w:tabs>
      <w:autoSpaceDE w:val="0"/>
      <w:autoSpaceDN w:val="0"/>
      <w:adjustRightInd w:val="0"/>
      <w:spacing w:before="120" w:after="240" w:line="240" w:lineRule="auto"/>
    </w:pPr>
    <w:rPr>
      <w:sz w:val="20"/>
      <w:szCs w:val="20"/>
      <w:lang w:val="en-GB"/>
    </w:rPr>
  </w:style>
  <w:style w:type="paragraph" w:customStyle="1" w:styleId="TFliemE">
    <w:name w:val="T_Fließ mE"/>
    <w:basedOn w:val="Standard"/>
    <w:rsid w:val="00E73B8A"/>
    <w:pPr>
      <w:spacing w:after="60"/>
      <w:ind w:firstLine="397"/>
    </w:pPr>
    <w:rPr>
      <w:rFonts w:cs="Arial"/>
      <w:szCs w:val="22"/>
    </w:rPr>
  </w:style>
  <w:style w:type="paragraph" w:customStyle="1" w:styleId="TFlieoE">
    <w:name w:val="T_Fließ oE"/>
    <w:basedOn w:val="Standard"/>
    <w:next w:val="TFliemE"/>
    <w:qFormat/>
    <w:rsid w:val="00E73B8A"/>
    <w:pPr>
      <w:tabs>
        <w:tab w:val="left" w:pos="567"/>
      </w:tabs>
      <w:spacing w:after="60"/>
    </w:pPr>
    <w:rPr>
      <w:szCs w:val="20"/>
    </w:rPr>
  </w:style>
  <w:style w:type="paragraph" w:customStyle="1" w:styleId="TFunotentext">
    <w:name w:val="T_Fußnotentext"/>
    <w:basedOn w:val="Standard"/>
    <w:rsid w:val="009B78CD"/>
    <w:pPr>
      <w:tabs>
        <w:tab w:val="left" w:pos="397"/>
      </w:tabs>
      <w:spacing w:after="20" w:line="240" w:lineRule="auto"/>
      <w:ind w:left="397" w:hanging="397"/>
    </w:pPr>
    <w:rPr>
      <w:rFonts w:cs="Arial"/>
      <w:sz w:val="18"/>
      <w:szCs w:val="18"/>
    </w:rPr>
  </w:style>
  <w:style w:type="paragraph" w:styleId="Fu-Endnotenberschrift">
    <w:name w:val="Note Heading"/>
    <w:basedOn w:val="Standard"/>
    <w:next w:val="Standard"/>
    <w:semiHidden/>
    <w:rsid w:val="00264423"/>
  </w:style>
  <w:style w:type="character" w:styleId="Funotenzeichen">
    <w:name w:val="footnote reference"/>
    <w:basedOn w:val="Absatz-Standardschriftart"/>
    <w:uiPriority w:val="99"/>
    <w:rsid w:val="00975B13"/>
    <w:rPr>
      <w:rFonts w:ascii="Arial" w:hAnsi="Arial"/>
      <w:vertAlign w:val="superscript"/>
    </w:rPr>
  </w:style>
  <w:style w:type="paragraph" w:customStyle="1" w:styleId="TKopfzeile">
    <w:name w:val="T_Kopfzeile"/>
    <w:basedOn w:val="Kopfzeile"/>
    <w:rsid w:val="00E73B8A"/>
    <w:pPr>
      <w:tabs>
        <w:tab w:val="clear" w:pos="4536"/>
        <w:tab w:val="clear" w:pos="9072"/>
        <w:tab w:val="right" w:pos="8505"/>
      </w:tabs>
      <w:jc w:val="right"/>
    </w:pPr>
    <w:rPr>
      <w:rFonts w:cs="Tahoma"/>
      <w:szCs w:val="18"/>
    </w:rPr>
  </w:style>
  <w:style w:type="paragraph" w:styleId="Kopfzeile">
    <w:name w:val="header"/>
    <w:basedOn w:val="Standard"/>
    <w:link w:val="KopfzeileZchn"/>
    <w:rsid w:val="00264423"/>
    <w:pPr>
      <w:tabs>
        <w:tab w:val="center" w:pos="4536"/>
        <w:tab w:val="right" w:pos="9072"/>
      </w:tabs>
    </w:pPr>
    <w:rPr>
      <w:sz w:val="18"/>
    </w:rPr>
  </w:style>
  <w:style w:type="paragraph" w:customStyle="1" w:styleId="TTitel">
    <w:name w:val="T_Titel"/>
    <w:basedOn w:val="Standard"/>
    <w:next w:val="berschrift1"/>
    <w:rsid w:val="00E73B8A"/>
    <w:pPr>
      <w:spacing w:after="120"/>
      <w:jc w:val="left"/>
    </w:pPr>
    <w:rPr>
      <w:rFonts w:cs="Arial"/>
      <w:b/>
      <w:sz w:val="30"/>
      <w:szCs w:val="22"/>
    </w:rPr>
  </w:style>
  <w:style w:type="paragraph" w:customStyle="1" w:styleId="TboN">
    <w:name w:val="T_Üb oN"/>
    <w:basedOn w:val="berschrift1"/>
    <w:next w:val="TBibl"/>
    <w:rsid w:val="0039408F"/>
    <w:pPr>
      <w:numPr>
        <w:numId w:val="0"/>
      </w:numPr>
    </w:pPr>
    <w:rPr>
      <w:rFonts w:cs="Tahoma"/>
      <w:bCs w:val="0"/>
      <w:szCs w:val="22"/>
      <w:lang w:val="hu-HU" w:eastAsia="hu-HU"/>
    </w:rPr>
  </w:style>
  <w:style w:type="paragraph" w:customStyle="1" w:styleId="TbZusf">
    <w:name w:val="T_Üb Zusf"/>
    <w:basedOn w:val="TboN"/>
    <w:rsid w:val="009D1A98"/>
    <w:rPr>
      <w:b w:val="0"/>
      <w:i/>
      <w:sz w:val="22"/>
    </w:rPr>
  </w:style>
  <w:style w:type="paragraph" w:customStyle="1" w:styleId="TUntertitel">
    <w:name w:val="T_Untertitel"/>
    <w:basedOn w:val="TTitel"/>
    <w:rsid w:val="00264423"/>
    <w:pPr>
      <w:spacing w:after="240"/>
    </w:pPr>
    <w:rPr>
      <w:sz w:val="26"/>
      <w:lang w:val="en-GB"/>
    </w:rPr>
  </w:style>
  <w:style w:type="paragraph" w:customStyle="1" w:styleId="TZitat">
    <w:name w:val="T_Zitat"/>
    <w:basedOn w:val="Standard"/>
    <w:next w:val="TFlieoE"/>
    <w:rsid w:val="00975B13"/>
    <w:pPr>
      <w:tabs>
        <w:tab w:val="left" w:pos="1134"/>
        <w:tab w:val="left" w:pos="1701"/>
        <w:tab w:val="left" w:pos="2268"/>
        <w:tab w:val="right" w:pos="8505"/>
      </w:tabs>
      <w:spacing w:before="120" w:after="120" w:line="240" w:lineRule="auto"/>
      <w:ind w:left="397"/>
      <w:contextualSpacing/>
    </w:pPr>
    <w:rPr>
      <w:rFonts w:eastAsia="MS Mincho" w:cs="Arial"/>
      <w:sz w:val="20"/>
      <w:szCs w:val="22"/>
    </w:rPr>
  </w:style>
  <w:style w:type="paragraph" w:styleId="Verzeichnis1">
    <w:name w:val="toc 1"/>
    <w:basedOn w:val="Standard"/>
    <w:next w:val="Standard"/>
    <w:autoRedefine/>
    <w:rsid w:val="00264423"/>
  </w:style>
  <w:style w:type="paragraph" w:styleId="Verzeichnis2">
    <w:name w:val="toc 2"/>
    <w:basedOn w:val="Standard"/>
    <w:next w:val="Standard"/>
    <w:autoRedefine/>
    <w:rsid w:val="00264423"/>
    <w:pPr>
      <w:ind w:left="220"/>
    </w:pPr>
  </w:style>
  <w:style w:type="paragraph" w:styleId="Verzeichnis3">
    <w:name w:val="toc 3"/>
    <w:basedOn w:val="Standard"/>
    <w:next w:val="Standard"/>
    <w:autoRedefine/>
    <w:rsid w:val="00264423"/>
    <w:pPr>
      <w:ind w:left="440"/>
    </w:pPr>
  </w:style>
  <w:style w:type="paragraph" w:styleId="Verzeichnis4">
    <w:name w:val="toc 4"/>
    <w:basedOn w:val="Standard"/>
    <w:next w:val="Standard"/>
    <w:autoRedefine/>
    <w:rsid w:val="00264423"/>
    <w:pPr>
      <w:ind w:left="660"/>
    </w:pPr>
  </w:style>
  <w:style w:type="paragraph" w:styleId="Verzeichnis5">
    <w:name w:val="toc 5"/>
    <w:basedOn w:val="Standard"/>
    <w:next w:val="Standard"/>
    <w:autoRedefine/>
    <w:rsid w:val="00264423"/>
    <w:pPr>
      <w:ind w:left="880"/>
    </w:pPr>
  </w:style>
  <w:style w:type="paragraph" w:styleId="Verzeichnis6">
    <w:name w:val="toc 6"/>
    <w:basedOn w:val="Standard"/>
    <w:next w:val="Standard"/>
    <w:autoRedefine/>
    <w:rsid w:val="00264423"/>
    <w:pPr>
      <w:ind w:left="1100"/>
    </w:pPr>
  </w:style>
  <w:style w:type="paragraph" w:customStyle="1" w:styleId="TRezensiertesBuch">
    <w:name w:val="T_RezensiertesBuch"/>
    <w:basedOn w:val="Standard"/>
    <w:rsid w:val="00264423"/>
    <w:pPr>
      <w:spacing w:after="480"/>
      <w:contextualSpacing/>
      <w:jc w:val="left"/>
    </w:pPr>
    <w:rPr>
      <w:rFonts w:cs="Arial"/>
      <w:sz w:val="26"/>
      <w:szCs w:val="22"/>
    </w:rPr>
  </w:style>
  <w:style w:type="paragraph" w:styleId="Abbildungsverzeichnis">
    <w:name w:val="table of figures"/>
    <w:basedOn w:val="Standard"/>
    <w:next w:val="Standard"/>
    <w:semiHidden/>
    <w:rsid w:val="00264423"/>
    <w:pPr>
      <w:ind w:left="440" w:hanging="440"/>
    </w:pPr>
  </w:style>
  <w:style w:type="paragraph" w:styleId="Dokumentstruktur">
    <w:name w:val="Document Map"/>
    <w:basedOn w:val="Standard"/>
    <w:semiHidden/>
    <w:rsid w:val="00264423"/>
    <w:pPr>
      <w:shd w:val="clear" w:color="auto" w:fill="000080"/>
    </w:pPr>
    <w:rPr>
      <w:rFonts w:cs="Tahoma"/>
      <w:sz w:val="20"/>
      <w:szCs w:val="20"/>
    </w:rPr>
  </w:style>
  <w:style w:type="paragraph" w:customStyle="1" w:styleId="FlieTahoma">
    <w:name w:val="Fließ Tahoma"/>
    <w:basedOn w:val="Standard"/>
    <w:semiHidden/>
    <w:rsid w:val="003805D8"/>
    <w:pPr>
      <w:spacing w:before="60" w:after="60" w:line="240" w:lineRule="auto"/>
    </w:pPr>
    <w:rPr>
      <w:rFonts w:cs="Tahoma"/>
      <w:color w:val="000066"/>
      <w:sz w:val="18"/>
    </w:rPr>
  </w:style>
  <w:style w:type="paragraph" w:styleId="Fuzeile">
    <w:name w:val="footer"/>
    <w:basedOn w:val="Standard"/>
    <w:rsid w:val="00264423"/>
    <w:pPr>
      <w:tabs>
        <w:tab w:val="center" w:pos="4536"/>
        <w:tab w:val="right" w:pos="9072"/>
      </w:tabs>
      <w:spacing w:before="360"/>
    </w:pPr>
    <w:rPr>
      <w:rFonts w:ascii="Garamond" w:hAnsi="Garamond"/>
      <w:sz w:val="24"/>
    </w:rPr>
  </w:style>
  <w:style w:type="character" w:styleId="Hervorhebung">
    <w:name w:val="Emphasis"/>
    <w:basedOn w:val="Absatz-Standardschriftart"/>
    <w:qFormat/>
    <w:rsid w:val="00264423"/>
    <w:rPr>
      <w:i/>
      <w:iCs/>
    </w:rPr>
  </w:style>
  <w:style w:type="paragraph" w:styleId="HTMLAdresse">
    <w:name w:val="HTML Address"/>
    <w:basedOn w:val="Standard"/>
    <w:semiHidden/>
    <w:rsid w:val="00264423"/>
    <w:rPr>
      <w:i/>
      <w:iCs/>
    </w:rPr>
  </w:style>
  <w:style w:type="character" w:styleId="HTMLAkronym">
    <w:name w:val="HTML Acronym"/>
    <w:basedOn w:val="Absatz-Standardschriftart"/>
    <w:semiHidden/>
    <w:rsid w:val="00264423"/>
  </w:style>
  <w:style w:type="character" w:styleId="HTMLBeispiel">
    <w:name w:val="HTML Sample"/>
    <w:basedOn w:val="Absatz-Standardschriftart"/>
    <w:semiHidden/>
    <w:rsid w:val="00264423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264423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264423"/>
    <w:rPr>
      <w:i/>
      <w:iCs/>
    </w:rPr>
  </w:style>
  <w:style w:type="character" w:styleId="HTMLSchreibmaschine">
    <w:name w:val="HTML Typewriter"/>
    <w:basedOn w:val="Absatz-Standardschriftart"/>
    <w:semiHidden/>
    <w:rsid w:val="00264423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264423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264423"/>
    <w:rPr>
      <w:i/>
      <w:iCs/>
    </w:rPr>
  </w:style>
  <w:style w:type="paragraph" w:styleId="HTMLVorformatiert">
    <w:name w:val="HTML Preformatted"/>
    <w:basedOn w:val="Standard"/>
    <w:semiHidden/>
    <w:rsid w:val="00264423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semiHidden/>
    <w:rsid w:val="00264423"/>
    <w:rPr>
      <w:i/>
      <w:iCs/>
    </w:rPr>
  </w:style>
  <w:style w:type="paragraph" w:styleId="Index1">
    <w:name w:val="index 1"/>
    <w:basedOn w:val="Standard"/>
    <w:next w:val="Standard"/>
    <w:autoRedefine/>
    <w:semiHidden/>
    <w:rsid w:val="00264423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264423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264423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264423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264423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264423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264423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264423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264423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264423"/>
    <w:rPr>
      <w:b/>
      <w:bCs/>
    </w:rPr>
  </w:style>
  <w:style w:type="paragraph" w:styleId="Kommentartext">
    <w:name w:val="annotation text"/>
    <w:basedOn w:val="Standard"/>
    <w:link w:val="KommentartextZchn"/>
    <w:semiHidden/>
    <w:rsid w:val="00264423"/>
    <w:rPr>
      <w:sz w:val="20"/>
      <w:szCs w:val="20"/>
    </w:rPr>
  </w:style>
  <w:style w:type="paragraph" w:customStyle="1" w:styleId="Kommentarthema1">
    <w:name w:val="Kommentarthema1"/>
    <w:basedOn w:val="Kommentartext"/>
    <w:next w:val="Kommentartext"/>
    <w:semiHidden/>
    <w:rsid w:val="00264423"/>
    <w:rPr>
      <w:b/>
      <w:bCs/>
    </w:rPr>
  </w:style>
  <w:style w:type="paragraph" w:customStyle="1" w:styleId="Kommentarthema2">
    <w:name w:val="Kommentarthema2"/>
    <w:basedOn w:val="Kommentartext"/>
    <w:next w:val="Kommentartext"/>
    <w:semiHidden/>
    <w:rsid w:val="00264423"/>
    <w:rPr>
      <w:b/>
      <w:bCs/>
    </w:rPr>
  </w:style>
  <w:style w:type="character" w:styleId="Kommentarzeichen">
    <w:name w:val="annotation reference"/>
    <w:basedOn w:val="Absatz-Standardschriftart"/>
    <w:semiHidden/>
    <w:rsid w:val="00264423"/>
    <w:rPr>
      <w:sz w:val="16"/>
      <w:szCs w:val="16"/>
    </w:rPr>
  </w:style>
  <w:style w:type="paragraph" w:styleId="Liste">
    <w:name w:val="List"/>
    <w:basedOn w:val="Standard"/>
    <w:semiHidden/>
    <w:rsid w:val="00264423"/>
    <w:pPr>
      <w:ind w:left="283" w:hanging="283"/>
    </w:pPr>
  </w:style>
  <w:style w:type="paragraph" w:styleId="Liste2">
    <w:name w:val="List 2"/>
    <w:basedOn w:val="Standard"/>
    <w:semiHidden/>
    <w:rsid w:val="00264423"/>
    <w:pPr>
      <w:ind w:left="566" w:hanging="283"/>
    </w:pPr>
  </w:style>
  <w:style w:type="paragraph" w:styleId="Liste3">
    <w:name w:val="List 3"/>
    <w:basedOn w:val="Standard"/>
    <w:semiHidden/>
    <w:rsid w:val="00264423"/>
    <w:pPr>
      <w:ind w:left="849" w:hanging="283"/>
    </w:pPr>
  </w:style>
  <w:style w:type="paragraph" w:styleId="Liste4">
    <w:name w:val="List 4"/>
    <w:basedOn w:val="Standard"/>
    <w:semiHidden/>
    <w:rsid w:val="00264423"/>
    <w:pPr>
      <w:ind w:left="1132" w:hanging="283"/>
    </w:pPr>
  </w:style>
  <w:style w:type="paragraph" w:styleId="Liste5">
    <w:name w:val="List 5"/>
    <w:basedOn w:val="Standard"/>
    <w:semiHidden/>
    <w:rsid w:val="00264423"/>
    <w:pPr>
      <w:ind w:left="1415" w:hanging="283"/>
    </w:pPr>
  </w:style>
  <w:style w:type="paragraph" w:styleId="Listenfortsetzung">
    <w:name w:val="List Continue"/>
    <w:basedOn w:val="Standard"/>
    <w:semiHidden/>
    <w:rsid w:val="00264423"/>
    <w:pPr>
      <w:spacing w:after="120"/>
      <w:ind w:left="283"/>
    </w:pPr>
  </w:style>
  <w:style w:type="paragraph" w:styleId="Listenfortsetzung2">
    <w:name w:val="List Continue 2"/>
    <w:basedOn w:val="Standard"/>
    <w:semiHidden/>
    <w:rsid w:val="00264423"/>
    <w:pPr>
      <w:spacing w:after="120"/>
      <w:ind w:left="566"/>
    </w:pPr>
  </w:style>
  <w:style w:type="paragraph" w:styleId="Listenfortsetzung3">
    <w:name w:val="List Continue 3"/>
    <w:basedOn w:val="Standard"/>
    <w:semiHidden/>
    <w:rsid w:val="00264423"/>
    <w:pPr>
      <w:spacing w:after="120"/>
      <w:ind w:left="849"/>
    </w:pPr>
  </w:style>
  <w:style w:type="paragraph" w:styleId="Listenfortsetzung4">
    <w:name w:val="List Continue 4"/>
    <w:basedOn w:val="Standard"/>
    <w:semiHidden/>
    <w:rsid w:val="00264423"/>
    <w:pPr>
      <w:spacing w:after="120"/>
      <w:ind w:left="1132"/>
    </w:pPr>
  </w:style>
  <w:style w:type="paragraph" w:styleId="Listenfortsetzung5">
    <w:name w:val="List Continue 5"/>
    <w:basedOn w:val="Standard"/>
    <w:semiHidden/>
    <w:rsid w:val="00264423"/>
    <w:pPr>
      <w:spacing w:after="120"/>
      <w:ind w:left="1415"/>
    </w:pPr>
  </w:style>
  <w:style w:type="paragraph" w:styleId="Listennummer">
    <w:name w:val="List Number"/>
    <w:basedOn w:val="Standard"/>
    <w:semiHidden/>
    <w:rsid w:val="00264423"/>
  </w:style>
  <w:style w:type="paragraph" w:styleId="Listennummer2">
    <w:name w:val="List Number 2"/>
    <w:basedOn w:val="Standard"/>
    <w:semiHidden/>
    <w:rsid w:val="00264423"/>
  </w:style>
  <w:style w:type="paragraph" w:styleId="Listennummer3">
    <w:name w:val="List Number 3"/>
    <w:basedOn w:val="Standard"/>
    <w:semiHidden/>
    <w:rsid w:val="00264423"/>
  </w:style>
  <w:style w:type="paragraph" w:styleId="Listennummer4">
    <w:name w:val="List Number 4"/>
    <w:basedOn w:val="Standard"/>
    <w:semiHidden/>
    <w:rsid w:val="00264423"/>
  </w:style>
  <w:style w:type="paragraph" w:styleId="Listennummer5">
    <w:name w:val="List Number 5"/>
    <w:basedOn w:val="Standard"/>
    <w:semiHidden/>
    <w:rsid w:val="00264423"/>
  </w:style>
  <w:style w:type="paragraph" w:styleId="NurText">
    <w:name w:val="Plain Text"/>
    <w:basedOn w:val="Standard"/>
    <w:semiHidden/>
    <w:rsid w:val="00264423"/>
    <w:rPr>
      <w:rFonts w:ascii="Courier New" w:hAnsi="Courier New" w:cs="Courier New"/>
      <w:sz w:val="20"/>
      <w:szCs w:val="20"/>
    </w:rPr>
  </w:style>
  <w:style w:type="character" w:styleId="Seitenzahl">
    <w:name w:val="page number"/>
    <w:basedOn w:val="Absatz-Standardschriftart"/>
    <w:semiHidden/>
    <w:rsid w:val="00264423"/>
  </w:style>
  <w:style w:type="paragraph" w:styleId="Verzeichnis7">
    <w:name w:val="toc 7"/>
    <w:basedOn w:val="Standard"/>
    <w:next w:val="Standard"/>
    <w:autoRedefine/>
    <w:semiHidden/>
    <w:rsid w:val="00264423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264423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264423"/>
    <w:pPr>
      <w:ind w:left="1760"/>
    </w:pPr>
  </w:style>
  <w:style w:type="character" w:styleId="Zeilennummer">
    <w:name w:val="line number"/>
    <w:basedOn w:val="Absatz-Standardschriftart"/>
    <w:semiHidden/>
    <w:rsid w:val="00264423"/>
  </w:style>
  <w:style w:type="paragraph" w:customStyle="1" w:styleId="TZusf">
    <w:name w:val="T_Zusf"/>
    <w:basedOn w:val="Standard"/>
    <w:rsid w:val="0068720E"/>
    <w:rPr>
      <w:rFonts w:cs="Arial"/>
      <w:sz w:val="20"/>
      <w:szCs w:val="22"/>
      <w:lang w:val="hu-HU" w:eastAsia="hu-HU"/>
    </w:rPr>
  </w:style>
  <w:style w:type="paragraph" w:styleId="Aufzhlungszeichen3">
    <w:name w:val="List Bullet 3"/>
    <w:basedOn w:val="Standard"/>
    <w:rsid w:val="00264423"/>
    <w:pPr>
      <w:numPr>
        <w:numId w:val="1"/>
      </w:numPr>
    </w:pPr>
  </w:style>
  <w:style w:type="paragraph" w:styleId="Sprechblasentext">
    <w:name w:val="Balloon Text"/>
    <w:basedOn w:val="Standard"/>
    <w:link w:val="SprechblasentextZchn"/>
    <w:rsid w:val="00264423"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64423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EE5DA6"/>
    <w:rPr>
      <w:rFonts w:ascii="Tahoma" w:hAnsi="Tahoma"/>
      <w:sz w:val="18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9"/>
    <w:rsid w:val="00B74215"/>
    <w:rPr>
      <w:rFonts w:ascii="Arial" w:hAnsi="Arial" w:cs="Arial"/>
      <w:b/>
      <w:bCs/>
      <w:sz w:val="22"/>
      <w:szCs w:val="26"/>
    </w:rPr>
  </w:style>
  <w:style w:type="character" w:customStyle="1" w:styleId="berschrift1Zchn">
    <w:name w:val="Überschrift 1 Zchn"/>
    <w:basedOn w:val="Absatz-Standardschriftart"/>
    <w:link w:val="berschrift1"/>
    <w:rsid w:val="00F04AD8"/>
    <w:rPr>
      <w:rFonts w:ascii="Arial" w:hAnsi="Arial" w:cs="Arial"/>
      <w:b/>
      <w:bCs/>
      <w:kern w:val="32"/>
      <w:sz w:val="26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E73B8A"/>
    <w:rPr>
      <w:rFonts w:ascii="Tahoma" w:hAnsi="Tahoma"/>
    </w:rPr>
  </w:style>
  <w:style w:type="paragraph" w:customStyle="1" w:styleId="TMotto">
    <w:name w:val="T_Motto"/>
    <w:basedOn w:val="TZitat"/>
    <w:rsid w:val="007124A3"/>
    <w:pPr>
      <w:ind w:left="3402"/>
      <w:contextualSpacing w:val="0"/>
    </w:pPr>
  </w:style>
  <w:style w:type="paragraph" w:customStyle="1" w:styleId="TAufzPunkt">
    <w:name w:val="T_Aufz Punkt"/>
    <w:basedOn w:val="Aufzhlungszeichen"/>
    <w:rsid w:val="001A3EFE"/>
    <w:pPr>
      <w:numPr>
        <w:numId w:val="46"/>
      </w:numPr>
    </w:pPr>
  </w:style>
  <w:style w:type="paragraph" w:styleId="Aufzhlungszeichen">
    <w:name w:val="List Bullet"/>
    <w:basedOn w:val="Standard"/>
    <w:semiHidden/>
    <w:unhideWhenUsed/>
    <w:rsid w:val="001A3EFE"/>
    <w:pPr>
      <w:numPr>
        <w:numId w:val="30"/>
      </w:numPr>
      <w:contextualSpacing/>
    </w:pPr>
  </w:style>
  <w:style w:type="paragraph" w:customStyle="1" w:styleId="TBeispnum">
    <w:name w:val="T_Beisp num"/>
    <w:basedOn w:val="TAufznum"/>
    <w:rsid w:val="00654EDE"/>
    <w:rPr>
      <w:sz w:val="20"/>
    </w:rPr>
  </w:style>
  <w:style w:type="paragraph" w:styleId="Funotentext">
    <w:name w:val="footnote text"/>
    <w:basedOn w:val="Standard"/>
    <w:link w:val="FunotentextZchn"/>
    <w:semiHidden/>
    <w:unhideWhenUsed/>
    <w:rsid w:val="00C426FC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C426F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s/Library/Group%20Containers/UBF8T346G9.Office/User%20Content.localized/Templates.localized/trans-kom.202401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4BEB5-25AE-4D6F-A936-4A2638A56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trans-kom.202401.dotx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KS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</dc:creator>
  <cp:lastModifiedBy>Klaus Schubert</cp:lastModifiedBy>
  <cp:revision>1</cp:revision>
  <dcterms:created xsi:type="dcterms:W3CDTF">2024-02-27T10:39:00Z</dcterms:created>
  <dcterms:modified xsi:type="dcterms:W3CDTF">2024-02-27T10:39:00Z</dcterms:modified>
</cp:coreProperties>
</file>